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593B5D75" w:rsidR="00713837" w:rsidRPr="004037EF" w:rsidRDefault="00482CF8" w:rsidP="001D5456">
      <w:pPr>
        <w:pStyle w:val="KeinLeerraum"/>
        <w:rPr>
          <w:noProof/>
          <w:lang w:val="de-DE"/>
        </w:rPr>
      </w:pPr>
      <w:r>
        <w:rPr>
          <w:noProof/>
          <w:lang w:val="de-DE"/>
        </w:rPr>
        <w:t xml:space="preserve">Das Beste aus zwei </w:t>
      </w:r>
      <w:r w:rsidRPr="004037EF">
        <w:rPr>
          <w:noProof/>
          <w:lang w:val="de-DE"/>
        </w:rPr>
        <w:t>Welten wird eins</w:t>
      </w:r>
      <w:r w:rsidR="00EE2849" w:rsidRPr="004037EF">
        <w:rPr>
          <w:noProof/>
          <w:lang w:val="de-DE"/>
        </w:rPr>
        <w:t xml:space="preserve"> </w:t>
      </w:r>
    </w:p>
    <w:p w14:paraId="4E475648" w14:textId="338055A2" w:rsidR="006C01CE" w:rsidRPr="004037EF" w:rsidRDefault="006518C9" w:rsidP="00E767C3">
      <w:pPr>
        <w:pStyle w:val="berschrift1"/>
        <w:rPr>
          <w:lang w:val="de-DE"/>
        </w:rPr>
      </w:pPr>
      <w:r w:rsidRPr="004037EF">
        <w:rPr>
          <w:lang w:val="de-DE"/>
        </w:rPr>
        <w:t>Geberit O</w:t>
      </w:r>
      <w:r w:rsidR="0035488D" w:rsidRPr="004037EF">
        <w:rPr>
          <w:lang w:val="de-DE"/>
        </w:rPr>
        <w:t>NE</w:t>
      </w:r>
      <w:r w:rsidR="00482CF8" w:rsidRPr="004037EF">
        <w:rPr>
          <w:lang w:val="de-DE"/>
        </w:rPr>
        <w:t xml:space="preserve"> </w:t>
      </w:r>
      <w:r w:rsidR="004D7549" w:rsidRPr="004037EF">
        <w:rPr>
          <w:lang w:val="de-DE"/>
        </w:rPr>
        <w:t>setzt neue Standard</w:t>
      </w:r>
      <w:r w:rsidR="0079351C" w:rsidRPr="004037EF">
        <w:rPr>
          <w:lang w:val="de-DE"/>
        </w:rPr>
        <w:t>s</w:t>
      </w:r>
      <w:r w:rsidR="004D7549" w:rsidRPr="004037EF">
        <w:rPr>
          <w:lang w:val="de-DE"/>
        </w:rPr>
        <w:t xml:space="preserve"> für das Bad von heute und morgen</w:t>
      </w:r>
    </w:p>
    <w:p w14:paraId="3A5DE5AE" w14:textId="2484554A"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F81DB8" w:rsidRPr="004037EF">
        <w:rPr>
          <w:rStyle w:val="Hervorhebung"/>
          <w:szCs w:val="20"/>
        </w:rPr>
        <w:t xml:space="preserve">März </w:t>
      </w:r>
      <w:r w:rsidR="00122280" w:rsidRPr="004037EF">
        <w:rPr>
          <w:rStyle w:val="Hervorhebung"/>
          <w:szCs w:val="20"/>
        </w:rPr>
        <w:t>2019</w:t>
      </w:r>
      <w:r w:rsidR="00C201B7" w:rsidRPr="004037EF">
        <w:rPr>
          <w:rStyle w:val="Hervorhebung"/>
          <w:szCs w:val="20"/>
        </w:rPr>
        <w:t xml:space="preserve"> </w:t>
      </w:r>
    </w:p>
    <w:p w14:paraId="51839198" w14:textId="015E3BB9" w:rsidR="000B1C5E" w:rsidRPr="004037EF" w:rsidRDefault="004D1FC2" w:rsidP="004D7549">
      <w:pPr>
        <w:pStyle w:val="Titel"/>
        <w:rPr>
          <w:bCs/>
          <w:lang w:val="de-DE"/>
        </w:rPr>
      </w:pPr>
      <w:r w:rsidRPr="004037EF">
        <w:rPr>
          <w:bCs/>
          <w:lang w:val="de-DE"/>
        </w:rPr>
        <w:t xml:space="preserve">Das Bad von Grund auf neu denken – das gelingt dem führenden </w:t>
      </w:r>
      <w:r w:rsidR="005E5BE3" w:rsidRPr="004037EF">
        <w:rPr>
          <w:bCs/>
          <w:lang w:val="de-DE"/>
        </w:rPr>
        <w:t>Hersteller von Sanitärprodukten</w:t>
      </w:r>
      <w:r w:rsidRPr="004037EF">
        <w:rPr>
          <w:bCs/>
          <w:lang w:val="de-DE"/>
        </w:rPr>
        <w:t xml:space="preserve"> mit Geberit ONE. Das Unternehmen verbindet umfassendes technisches Know-how mit herausragender Designkompetenz, um neue Standard</w:t>
      </w:r>
      <w:r w:rsidR="0079351C" w:rsidRPr="004037EF">
        <w:rPr>
          <w:bCs/>
          <w:lang w:val="de-DE"/>
        </w:rPr>
        <w:t>s</w:t>
      </w:r>
      <w:r w:rsidRPr="004037EF">
        <w:rPr>
          <w:bCs/>
          <w:lang w:val="de-DE"/>
        </w:rPr>
        <w:t xml:space="preserve"> für das Bad von heute und morgen zu definieren. Geberit ONE </w:t>
      </w:r>
      <w:r w:rsidR="0039520C" w:rsidRPr="004037EF">
        <w:rPr>
          <w:bCs/>
          <w:lang w:val="de-DE"/>
        </w:rPr>
        <w:t>umfasst</w:t>
      </w:r>
      <w:r w:rsidR="00365FEE" w:rsidRPr="004037EF">
        <w:rPr>
          <w:bCs/>
          <w:lang w:val="de-DE"/>
        </w:rPr>
        <w:t xml:space="preserve"> dabei</w:t>
      </w:r>
      <w:r w:rsidR="0039520C" w:rsidRPr="004037EF">
        <w:rPr>
          <w:bCs/>
          <w:lang w:val="de-DE"/>
        </w:rPr>
        <w:t xml:space="preserve"> </w:t>
      </w:r>
      <w:r w:rsidR="00610B6C" w:rsidRPr="004037EF">
        <w:rPr>
          <w:bCs/>
          <w:lang w:val="de-DE"/>
        </w:rPr>
        <w:t xml:space="preserve">voll integrierte Lösungen für </w:t>
      </w:r>
      <w:r w:rsidR="000B1C5E" w:rsidRPr="004037EF">
        <w:rPr>
          <w:bCs/>
          <w:lang w:val="de-DE"/>
        </w:rPr>
        <w:t>den Waschplatz,</w:t>
      </w:r>
      <w:r w:rsidR="0039520C" w:rsidRPr="004037EF">
        <w:rPr>
          <w:bCs/>
          <w:lang w:val="de-DE"/>
        </w:rPr>
        <w:t xml:space="preserve"> den Duschbereich und das WC. </w:t>
      </w:r>
      <w:r w:rsidR="00610B6C" w:rsidRPr="004037EF">
        <w:rPr>
          <w:bCs/>
          <w:lang w:val="de-DE"/>
        </w:rPr>
        <w:t>Durch die c</w:t>
      </w:r>
      <w:r w:rsidR="000B1C5E" w:rsidRPr="004037EF">
        <w:rPr>
          <w:bCs/>
          <w:lang w:val="de-DE"/>
        </w:rPr>
        <w:t>lever</w:t>
      </w:r>
      <w:r w:rsidR="00610B6C" w:rsidRPr="004037EF">
        <w:rPr>
          <w:bCs/>
          <w:lang w:val="de-DE"/>
        </w:rPr>
        <w:t>e Kombination der Elemente</w:t>
      </w:r>
      <w:r w:rsidR="000B1C5E" w:rsidRPr="004037EF">
        <w:rPr>
          <w:bCs/>
          <w:lang w:val="de-DE"/>
        </w:rPr>
        <w:t xml:space="preserve"> </w:t>
      </w:r>
      <w:r w:rsidR="00610B6C" w:rsidRPr="004037EF">
        <w:rPr>
          <w:bCs/>
          <w:lang w:val="de-DE"/>
        </w:rPr>
        <w:t>überzeugt das</w:t>
      </w:r>
      <w:r w:rsidR="000B1C5E" w:rsidRPr="004037EF">
        <w:rPr>
          <w:bCs/>
          <w:lang w:val="de-DE"/>
        </w:rPr>
        <w:t xml:space="preserve"> </w:t>
      </w:r>
      <w:r w:rsidR="00182340" w:rsidRPr="004037EF">
        <w:rPr>
          <w:bCs/>
          <w:lang w:val="de-DE"/>
        </w:rPr>
        <w:t xml:space="preserve">Ergebnis sowohl vor als auch hinter der Wand. </w:t>
      </w:r>
      <w:r w:rsidR="00610B6C" w:rsidRPr="004037EF">
        <w:rPr>
          <w:bCs/>
          <w:lang w:val="de-DE"/>
        </w:rPr>
        <w:t>Die</w:t>
      </w:r>
      <w:r w:rsidR="00182340" w:rsidRPr="004037EF">
        <w:rPr>
          <w:bCs/>
          <w:lang w:val="de-DE"/>
        </w:rPr>
        <w:t xml:space="preserve"> </w:t>
      </w:r>
      <w:r w:rsidR="00610B6C" w:rsidRPr="004037EF">
        <w:rPr>
          <w:bCs/>
          <w:lang w:val="de-DE"/>
        </w:rPr>
        <w:t>Einzelk</w:t>
      </w:r>
      <w:r w:rsidR="00182340" w:rsidRPr="004037EF">
        <w:rPr>
          <w:bCs/>
          <w:lang w:val="de-DE"/>
        </w:rPr>
        <w:t xml:space="preserve">omponenten von Geberit ONE </w:t>
      </w:r>
      <w:r w:rsidR="00610B6C" w:rsidRPr="004037EF">
        <w:rPr>
          <w:bCs/>
          <w:lang w:val="de-DE"/>
        </w:rPr>
        <w:t xml:space="preserve">werden </w:t>
      </w:r>
      <w:r w:rsidR="00182340" w:rsidRPr="004037EF">
        <w:rPr>
          <w:bCs/>
          <w:lang w:val="de-DE"/>
        </w:rPr>
        <w:t>zwischen April und Oktober 2019</w:t>
      </w:r>
      <w:r w:rsidR="00610B6C" w:rsidRPr="004037EF">
        <w:rPr>
          <w:bCs/>
          <w:lang w:val="de-DE"/>
        </w:rPr>
        <w:t xml:space="preserve"> verfügbar sein</w:t>
      </w:r>
      <w:r w:rsidR="00182340" w:rsidRPr="004037EF">
        <w:rPr>
          <w:bCs/>
          <w:lang w:val="de-DE"/>
        </w:rPr>
        <w:t>.</w:t>
      </w:r>
    </w:p>
    <w:p w14:paraId="104566A1" w14:textId="70784960" w:rsidR="00182340" w:rsidRPr="004037EF" w:rsidRDefault="00182340" w:rsidP="004D7549">
      <w:pPr>
        <w:pStyle w:val="Titel"/>
        <w:rPr>
          <w:b w:val="0"/>
          <w:bCs/>
          <w:lang w:val="de-DE"/>
        </w:rPr>
      </w:pPr>
      <w:r w:rsidRPr="004037EF">
        <w:rPr>
          <w:b w:val="0"/>
          <w:bCs/>
          <w:lang w:val="de-DE"/>
        </w:rPr>
        <w:t xml:space="preserve">Weiterentwicklungen im Bad betreffen oft das Design von Produkten mit neuen Formen, Farben </w:t>
      </w:r>
      <w:r w:rsidR="00610B6C" w:rsidRPr="004037EF">
        <w:rPr>
          <w:b w:val="0"/>
          <w:bCs/>
          <w:lang w:val="de-DE"/>
        </w:rPr>
        <w:t>und</w:t>
      </w:r>
      <w:r w:rsidRPr="004037EF">
        <w:rPr>
          <w:b w:val="0"/>
          <w:bCs/>
          <w:lang w:val="de-DE"/>
        </w:rPr>
        <w:t xml:space="preserve"> Funktionsverbesserungen. Geberit geht einen Schritt weiter und bringt mit Geberit ONE ein Badkonzept auf den Markt, das die Bereiche hinter und vor der Wand als eine Einheit neu definiert. Mit einer Vielzahl offenkundiger und auch versteckter Vorzüge sind die Produkte perfekt aufeinander abgestimmt und </w:t>
      </w:r>
      <w:r w:rsidR="00365FEE" w:rsidRPr="004037EF">
        <w:rPr>
          <w:b w:val="0"/>
          <w:bCs/>
          <w:lang w:val="de-DE"/>
        </w:rPr>
        <w:t xml:space="preserve">gehen </w:t>
      </w:r>
      <w:r w:rsidR="0060050B" w:rsidRPr="004037EF">
        <w:rPr>
          <w:b w:val="0"/>
          <w:bCs/>
          <w:lang w:val="de-DE"/>
        </w:rPr>
        <w:t xml:space="preserve">optimal </w:t>
      </w:r>
      <w:r w:rsidR="00365FEE" w:rsidRPr="004037EF">
        <w:rPr>
          <w:b w:val="0"/>
          <w:bCs/>
          <w:lang w:val="de-DE"/>
        </w:rPr>
        <w:t xml:space="preserve">auf </w:t>
      </w:r>
      <w:r w:rsidRPr="004037EF">
        <w:rPr>
          <w:b w:val="0"/>
          <w:bCs/>
          <w:lang w:val="de-DE"/>
        </w:rPr>
        <w:t xml:space="preserve">die </w:t>
      </w:r>
      <w:r w:rsidR="00365FEE" w:rsidRPr="004037EF">
        <w:rPr>
          <w:b w:val="0"/>
          <w:bCs/>
          <w:lang w:val="de-DE"/>
        </w:rPr>
        <w:t>Nutzerb</w:t>
      </w:r>
      <w:r w:rsidRPr="004037EF">
        <w:rPr>
          <w:b w:val="0"/>
          <w:bCs/>
          <w:lang w:val="de-DE"/>
        </w:rPr>
        <w:t>edürfnisse</w:t>
      </w:r>
      <w:r w:rsidR="00365FEE" w:rsidRPr="004037EF">
        <w:rPr>
          <w:b w:val="0"/>
          <w:bCs/>
          <w:lang w:val="de-DE"/>
        </w:rPr>
        <w:t xml:space="preserve"> ein</w:t>
      </w:r>
      <w:r w:rsidRPr="004037EF">
        <w:rPr>
          <w:b w:val="0"/>
          <w:bCs/>
          <w:lang w:val="de-DE"/>
        </w:rPr>
        <w:t xml:space="preserve">. </w:t>
      </w:r>
    </w:p>
    <w:p w14:paraId="35336F3B" w14:textId="7A91A77A" w:rsidR="00E243EA" w:rsidRPr="004037EF" w:rsidRDefault="00E73C30" w:rsidP="004D7549">
      <w:pPr>
        <w:pStyle w:val="Titel"/>
        <w:rPr>
          <w:b w:val="0"/>
          <w:bCs/>
          <w:lang w:val="de-DE"/>
        </w:rPr>
      </w:pPr>
      <w:r w:rsidRPr="004037EF">
        <w:rPr>
          <w:bCs/>
          <w:lang w:val="de-DE"/>
        </w:rPr>
        <w:t>Die Vorwand</w:t>
      </w:r>
      <w:r w:rsidR="00182340" w:rsidRPr="004037EF">
        <w:rPr>
          <w:bCs/>
          <w:lang w:val="de-DE"/>
        </w:rPr>
        <w:t xml:space="preserve"> im Bad</w:t>
      </w:r>
      <w:r w:rsidRPr="004037EF">
        <w:rPr>
          <w:bCs/>
          <w:lang w:val="de-DE"/>
        </w:rPr>
        <w:t xml:space="preserve"> –</w:t>
      </w:r>
      <w:r w:rsidR="00104A11" w:rsidRPr="004037EF">
        <w:rPr>
          <w:bCs/>
          <w:lang w:val="de-DE"/>
        </w:rPr>
        <w:t xml:space="preserve"> verdeckte</w:t>
      </w:r>
      <w:r w:rsidR="00EC3A5A" w:rsidRPr="004037EF">
        <w:rPr>
          <w:bCs/>
          <w:lang w:val="de-DE"/>
        </w:rPr>
        <w:t>r Raum</w:t>
      </w:r>
      <w:r w:rsidRPr="004037EF">
        <w:rPr>
          <w:bCs/>
          <w:lang w:val="de-DE"/>
        </w:rPr>
        <w:t xml:space="preserve"> </w:t>
      </w:r>
      <w:r w:rsidR="007739FF" w:rsidRPr="004037EF">
        <w:rPr>
          <w:bCs/>
          <w:lang w:val="de-DE"/>
        </w:rPr>
        <w:t>mit viel Potential</w:t>
      </w:r>
      <w:r w:rsidRPr="004037EF">
        <w:rPr>
          <w:bCs/>
          <w:lang w:val="de-DE"/>
        </w:rPr>
        <w:br/>
      </w:r>
      <w:r w:rsidR="00F256D3" w:rsidRPr="004037EF">
        <w:rPr>
          <w:b w:val="0"/>
          <w:bCs/>
          <w:lang w:val="de-DE"/>
        </w:rPr>
        <w:t>Bäder bestehen</w:t>
      </w:r>
      <w:r w:rsidRPr="004037EF">
        <w:rPr>
          <w:b w:val="0"/>
          <w:bCs/>
          <w:lang w:val="de-DE"/>
        </w:rPr>
        <w:t xml:space="preserve"> nicht nur aus den sichtbaren Be</w:t>
      </w:r>
      <w:r w:rsidR="00E243EA" w:rsidRPr="004037EF">
        <w:rPr>
          <w:b w:val="0"/>
          <w:bCs/>
          <w:lang w:val="de-DE"/>
        </w:rPr>
        <w:t xml:space="preserve">reichen wie Waschplatz, Dusche </w:t>
      </w:r>
      <w:r w:rsidRPr="004037EF">
        <w:rPr>
          <w:b w:val="0"/>
          <w:bCs/>
          <w:lang w:val="de-DE"/>
        </w:rPr>
        <w:t>oder WC</w:t>
      </w:r>
      <w:r w:rsidR="00610B6C" w:rsidRPr="004037EF">
        <w:rPr>
          <w:b w:val="0"/>
          <w:bCs/>
          <w:lang w:val="de-DE"/>
        </w:rPr>
        <w:t>, a</w:t>
      </w:r>
      <w:r w:rsidRPr="004037EF">
        <w:rPr>
          <w:b w:val="0"/>
          <w:bCs/>
          <w:lang w:val="de-DE"/>
        </w:rPr>
        <w:t xml:space="preserve">uch die </w:t>
      </w:r>
      <w:r w:rsidR="00104A11" w:rsidRPr="004037EF">
        <w:rPr>
          <w:b w:val="0"/>
          <w:bCs/>
          <w:lang w:val="de-DE"/>
        </w:rPr>
        <w:t xml:space="preserve">verdeckten </w:t>
      </w:r>
      <w:r w:rsidR="00E243EA" w:rsidRPr="004037EF">
        <w:rPr>
          <w:b w:val="0"/>
          <w:bCs/>
          <w:lang w:val="de-DE"/>
        </w:rPr>
        <w:t>Elemente</w:t>
      </w:r>
      <w:r w:rsidR="00104A11" w:rsidRPr="004037EF">
        <w:rPr>
          <w:b w:val="0"/>
          <w:bCs/>
          <w:lang w:val="de-DE"/>
        </w:rPr>
        <w:t xml:space="preserve"> spielen eine wichtige Rolle. Geberit ONE nutzt konsequent die Vorteile der Vorwandinstallation</w:t>
      </w:r>
      <w:r w:rsidR="009E7B3B" w:rsidRPr="004037EF">
        <w:rPr>
          <w:b w:val="0"/>
          <w:bCs/>
          <w:lang w:val="de-DE"/>
        </w:rPr>
        <w:t xml:space="preserve"> und setzt </w:t>
      </w:r>
      <w:r w:rsidR="00365FEE" w:rsidRPr="004037EF">
        <w:rPr>
          <w:b w:val="0"/>
          <w:bCs/>
          <w:lang w:val="de-DE"/>
        </w:rPr>
        <w:t xml:space="preserve">dabei auf </w:t>
      </w:r>
      <w:r w:rsidR="009E7B3B" w:rsidRPr="004037EF">
        <w:rPr>
          <w:b w:val="0"/>
          <w:bCs/>
          <w:lang w:val="de-DE"/>
        </w:rPr>
        <w:t>die bewährten Installationssysteme Geberit Duofix und GIS</w:t>
      </w:r>
      <w:r w:rsidR="00365FEE" w:rsidRPr="004037EF">
        <w:rPr>
          <w:b w:val="0"/>
          <w:bCs/>
          <w:lang w:val="de-DE"/>
        </w:rPr>
        <w:t xml:space="preserve">. </w:t>
      </w:r>
      <w:r w:rsidR="00104A11" w:rsidRPr="004037EF">
        <w:rPr>
          <w:b w:val="0"/>
          <w:bCs/>
          <w:lang w:val="de-DE"/>
        </w:rPr>
        <w:t xml:space="preserve">Alles, was vor der Wand nicht unbedingt benötigt wird, verlegt das </w:t>
      </w:r>
      <w:r w:rsidR="00365FEE" w:rsidRPr="004037EF">
        <w:rPr>
          <w:b w:val="0"/>
          <w:bCs/>
          <w:lang w:val="de-DE"/>
        </w:rPr>
        <w:t xml:space="preserve">neue </w:t>
      </w:r>
      <w:r w:rsidR="00104A11" w:rsidRPr="004037EF">
        <w:rPr>
          <w:b w:val="0"/>
          <w:bCs/>
          <w:lang w:val="de-DE"/>
        </w:rPr>
        <w:t>Badkonzept</w:t>
      </w:r>
      <w:r w:rsidR="00B52AC9" w:rsidRPr="004037EF">
        <w:rPr>
          <w:b w:val="0"/>
          <w:bCs/>
          <w:lang w:val="de-DE"/>
        </w:rPr>
        <w:t xml:space="preserve"> </w:t>
      </w:r>
      <w:r w:rsidR="00104A11" w:rsidRPr="004037EF">
        <w:rPr>
          <w:b w:val="0"/>
          <w:bCs/>
          <w:lang w:val="de-DE"/>
        </w:rPr>
        <w:t>in die Ebene dahinter</w:t>
      </w:r>
      <w:r w:rsidR="00610B6C" w:rsidRPr="004037EF">
        <w:rPr>
          <w:b w:val="0"/>
          <w:bCs/>
          <w:lang w:val="de-DE"/>
        </w:rPr>
        <w:t>. U</w:t>
      </w:r>
      <w:r w:rsidR="00F256D3" w:rsidRPr="004037EF">
        <w:rPr>
          <w:b w:val="0"/>
          <w:bCs/>
          <w:lang w:val="de-DE"/>
        </w:rPr>
        <w:t>nschön</w:t>
      </w:r>
      <w:r w:rsidR="000B1C5E" w:rsidRPr="004037EF">
        <w:rPr>
          <w:b w:val="0"/>
          <w:bCs/>
          <w:lang w:val="de-DE"/>
        </w:rPr>
        <w:t xml:space="preserve">e </w:t>
      </w:r>
      <w:r w:rsidR="00F256D3" w:rsidRPr="004037EF">
        <w:rPr>
          <w:b w:val="0"/>
          <w:bCs/>
          <w:lang w:val="de-DE"/>
        </w:rPr>
        <w:t>Siphons, störende Halterungen oder Befestigung</w:t>
      </w:r>
      <w:r w:rsidR="000B1C5E" w:rsidRPr="004037EF">
        <w:rPr>
          <w:b w:val="0"/>
          <w:bCs/>
          <w:lang w:val="de-DE"/>
        </w:rPr>
        <w:t>en</w:t>
      </w:r>
      <w:r w:rsidR="00F256D3" w:rsidRPr="004037EF">
        <w:rPr>
          <w:b w:val="0"/>
          <w:bCs/>
          <w:lang w:val="de-DE"/>
        </w:rPr>
        <w:t xml:space="preserve"> rücken</w:t>
      </w:r>
      <w:r w:rsidR="000B1C5E" w:rsidRPr="004037EF">
        <w:rPr>
          <w:b w:val="0"/>
          <w:bCs/>
          <w:lang w:val="de-DE"/>
        </w:rPr>
        <w:t xml:space="preserve"> </w:t>
      </w:r>
      <w:r w:rsidR="00B52AC9" w:rsidRPr="004037EF">
        <w:rPr>
          <w:b w:val="0"/>
          <w:bCs/>
          <w:lang w:val="de-DE"/>
        </w:rPr>
        <w:t xml:space="preserve">damit </w:t>
      </w:r>
      <w:r w:rsidR="00F256D3" w:rsidRPr="004037EF">
        <w:rPr>
          <w:b w:val="0"/>
          <w:bCs/>
          <w:lang w:val="de-DE"/>
        </w:rPr>
        <w:t xml:space="preserve">aus dem Blickfeld. </w:t>
      </w:r>
      <w:r w:rsidR="00182340" w:rsidRPr="004037EF">
        <w:rPr>
          <w:b w:val="0"/>
          <w:bCs/>
          <w:lang w:val="de-DE"/>
        </w:rPr>
        <w:t xml:space="preserve">Das Bad wirkt </w:t>
      </w:r>
      <w:r w:rsidR="00610B6C" w:rsidRPr="004037EF">
        <w:rPr>
          <w:b w:val="0"/>
          <w:bCs/>
          <w:lang w:val="de-DE"/>
        </w:rPr>
        <w:t>nicht nur aufgeräumter</w:t>
      </w:r>
      <w:r w:rsidR="0060050B" w:rsidRPr="004037EF">
        <w:rPr>
          <w:b w:val="0"/>
          <w:bCs/>
          <w:lang w:val="de-DE"/>
        </w:rPr>
        <w:t>,</w:t>
      </w:r>
      <w:r w:rsidR="00610B6C" w:rsidRPr="004037EF">
        <w:rPr>
          <w:b w:val="0"/>
          <w:bCs/>
          <w:lang w:val="de-DE"/>
        </w:rPr>
        <w:t xml:space="preserve"> sondern auch </w:t>
      </w:r>
      <w:r w:rsidR="00182340" w:rsidRPr="004037EF">
        <w:rPr>
          <w:b w:val="0"/>
          <w:bCs/>
          <w:lang w:val="de-DE"/>
        </w:rPr>
        <w:t xml:space="preserve">sauberer und </w:t>
      </w:r>
      <w:r w:rsidR="00610B6C" w:rsidRPr="004037EF">
        <w:rPr>
          <w:b w:val="0"/>
          <w:bCs/>
          <w:lang w:val="de-DE"/>
        </w:rPr>
        <w:t>bietet sogar mehr Platz.</w:t>
      </w:r>
    </w:p>
    <w:p w14:paraId="235FF31E" w14:textId="70BDA661" w:rsidR="009F5D86" w:rsidRPr="004037EF" w:rsidRDefault="009F5D86" w:rsidP="00D57EF7">
      <w:r w:rsidRPr="004037EF">
        <w:rPr>
          <w:b/>
        </w:rPr>
        <w:t>Waschtischdesign mit Wandablauf</w:t>
      </w:r>
      <w:r w:rsidRPr="004037EF">
        <w:rPr>
          <w:b/>
        </w:rPr>
        <w:br/>
      </w:r>
      <w:r w:rsidR="00CE2B08" w:rsidRPr="00CE2B08">
        <w:t>Der Geberit ONE Waschtisch kann wahlweise optisch frei schwebend oder in Kombination mit einem Waschtischunterschrank eingesetzt werden.</w:t>
      </w:r>
      <w:r w:rsidR="00D57EF7" w:rsidRPr="004037EF">
        <w:t xml:space="preserve"> </w:t>
      </w:r>
      <w:r w:rsidRPr="004037EF">
        <w:t xml:space="preserve">Was der </w:t>
      </w:r>
      <w:r w:rsidR="009E7B3B" w:rsidRPr="004037EF">
        <w:t>Badn</w:t>
      </w:r>
      <w:r w:rsidRPr="004037EF">
        <w:t>utzer nicht sieht</w:t>
      </w:r>
      <w:r w:rsidR="00365FEE" w:rsidRPr="004037EF">
        <w:t>,</w:t>
      </w:r>
      <w:r w:rsidRPr="004037EF">
        <w:t xml:space="preserve"> ist ein Siphon, den</w:t>
      </w:r>
      <w:r w:rsidR="00B52AC9" w:rsidRPr="004037EF">
        <w:t>n</w:t>
      </w:r>
      <w:r w:rsidRPr="004037EF">
        <w:t xml:space="preserve"> </w:t>
      </w:r>
      <w:r w:rsidR="00751290" w:rsidRPr="004037EF">
        <w:t>der</w:t>
      </w:r>
      <w:r w:rsidRPr="004037EF">
        <w:t xml:space="preserve"> ist </w:t>
      </w:r>
      <w:r w:rsidR="00751290" w:rsidRPr="004037EF">
        <w:t>verdeckt</w:t>
      </w:r>
      <w:r w:rsidRPr="004037EF">
        <w:t xml:space="preserve"> in einer Funktionsbox </w:t>
      </w:r>
      <w:r w:rsidR="00751290" w:rsidRPr="004037EF">
        <w:t>in der Installa</w:t>
      </w:r>
      <w:bookmarkStart w:id="0" w:name="_GoBack"/>
      <w:bookmarkEnd w:id="0"/>
      <w:r w:rsidR="00751290" w:rsidRPr="004037EF">
        <w:t>tionsvorwand montiert</w:t>
      </w:r>
      <w:r w:rsidRPr="004037EF">
        <w:t xml:space="preserve"> – zugunsten von mehr Platz unter dem Waschtisch und mehr Stauraum im </w:t>
      </w:r>
      <w:r w:rsidR="00751290" w:rsidRPr="004037EF">
        <w:t>Waschtischu</w:t>
      </w:r>
      <w:r w:rsidRPr="004037EF">
        <w:t>nterschrank. D</w:t>
      </w:r>
      <w:r w:rsidR="00A50D0D" w:rsidRPr="004037EF">
        <w:t>er</w:t>
      </w:r>
      <w:r w:rsidR="00D57EF7" w:rsidRPr="004037EF">
        <w:t xml:space="preserve"> Wasserablauf im hinteren Beckenbereich </w:t>
      </w:r>
      <w:r w:rsidR="00A50D0D" w:rsidRPr="004037EF">
        <w:t xml:space="preserve">des Waschtischs verlegt die Entwässerung </w:t>
      </w:r>
      <w:r w:rsidR="00D57EF7" w:rsidRPr="004037EF">
        <w:t>in die Vorwand</w:t>
      </w:r>
      <w:r w:rsidR="00A50D0D" w:rsidRPr="004037EF">
        <w:t xml:space="preserve">. </w:t>
      </w:r>
      <w:r w:rsidRPr="004037EF">
        <w:t>Eine Blende, die sich leicht mit einem Handgriff entfernen lässt und mit einem Haarsieb ausgestattet ist, verdeckt den Ablauf.</w:t>
      </w:r>
      <w:r w:rsidR="00751290" w:rsidRPr="004037EF">
        <w:t xml:space="preserve"> Kombiniert wird der Waschtisch mit der Geberit ONE Wandarmatur. </w:t>
      </w:r>
      <w:r w:rsidRPr="004037EF">
        <w:t xml:space="preserve">Ein passendes Montageelement in der Vorwand legt bereits bei der Planung die genaue Lage der Armatur fest, so dass der Waschtisch vollständig und sauber ausgespült wird. </w:t>
      </w:r>
    </w:p>
    <w:p w14:paraId="05BE2D6D" w14:textId="51A3CE00" w:rsidR="00E977D1" w:rsidRPr="004037EF" w:rsidRDefault="004D735E" w:rsidP="00D57EF7">
      <w:r w:rsidRPr="004037EF">
        <w:rPr>
          <w:b/>
        </w:rPr>
        <w:t>Spiegelschrank mit raffinierten Details</w:t>
      </w:r>
      <w:r w:rsidRPr="004037EF">
        <w:rPr>
          <w:b/>
        </w:rPr>
        <w:br/>
      </w:r>
      <w:r w:rsidRPr="004037EF">
        <w:t xml:space="preserve">Auch der Spiegelschrank </w:t>
      </w:r>
      <w:r w:rsidR="00DF7919" w:rsidRPr="004037EF">
        <w:t xml:space="preserve">mit seiner kaum sichtbaren Ausladung </w:t>
      </w:r>
      <w:r w:rsidRPr="004037EF">
        <w:t xml:space="preserve">nutzt die Vorwand geschickt aus und punktet mit einem </w:t>
      </w:r>
      <w:r w:rsidR="00DF7919" w:rsidRPr="004037EF">
        <w:t xml:space="preserve">beeindruckenden Platzangebot. </w:t>
      </w:r>
      <w:r w:rsidR="009E7B3B" w:rsidRPr="004037EF">
        <w:t>Der Spiegelrand ist mattiert, was sehr angenehm ist, denn auch bei häufiger Nutzung sind Fingerabdrücke darauf ka</w:t>
      </w:r>
      <w:r w:rsidR="00DF7919" w:rsidRPr="004037EF">
        <w:t xml:space="preserve">um </w:t>
      </w:r>
      <w:r w:rsidRPr="004037EF">
        <w:t>zu sehen</w:t>
      </w:r>
      <w:r w:rsidR="00DF7919" w:rsidRPr="004037EF">
        <w:t xml:space="preserve">. Ein angenehm warmes, </w:t>
      </w:r>
      <w:r w:rsidR="00DF7919" w:rsidRPr="004037EF">
        <w:lastRenderedPageBreak/>
        <w:t xml:space="preserve">atmosphärisches Licht </w:t>
      </w:r>
      <w:r w:rsidR="00E977D1" w:rsidRPr="004037EF">
        <w:t xml:space="preserve">umgibt den </w:t>
      </w:r>
      <w:r w:rsidR="00DF7919" w:rsidRPr="004037EF">
        <w:t xml:space="preserve">Spiegelschrank </w:t>
      </w:r>
      <w:r w:rsidR="00E977D1" w:rsidRPr="004037EF">
        <w:t>wie ein</w:t>
      </w:r>
      <w:r w:rsidR="006A5358">
        <w:t>en</w:t>
      </w:r>
      <w:r w:rsidR="00E977D1" w:rsidRPr="004037EF">
        <w:t xml:space="preserve"> Rahmen, ein kälteres Funktionslicht sorgt für </w:t>
      </w:r>
      <w:r w:rsidR="00751290" w:rsidRPr="004037EF">
        <w:t>die</w:t>
      </w:r>
      <w:r w:rsidR="00E977D1" w:rsidRPr="004037EF">
        <w:t xml:space="preserve"> optimale Ausleuchtung im Nahbereich. Die </w:t>
      </w:r>
      <w:r w:rsidR="009E7B3B" w:rsidRPr="004037EF">
        <w:t>beiden Lichter sowie d</w:t>
      </w:r>
      <w:r w:rsidR="00751290" w:rsidRPr="004037EF">
        <w:t>eren</w:t>
      </w:r>
      <w:r w:rsidR="009E7B3B" w:rsidRPr="004037EF">
        <w:t xml:space="preserve"> </w:t>
      </w:r>
      <w:r w:rsidR="00751290" w:rsidRPr="004037EF">
        <w:t>I</w:t>
      </w:r>
      <w:r w:rsidR="00E977D1" w:rsidRPr="004037EF">
        <w:t xml:space="preserve">ntensität </w:t>
      </w:r>
      <w:r w:rsidR="009E7B3B" w:rsidRPr="004037EF">
        <w:t>können</w:t>
      </w:r>
      <w:r w:rsidR="00E977D1" w:rsidRPr="004037EF">
        <w:t xml:space="preserve"> über Tasten individuell eingestellt und in Benutzerprofilen gespeichert werden. </w:t>
      </w:r>
    </w:p>
    <w:p w14:paraId="20610184" w14:textId="208C06F8" w:rsidR="009F5D86" w:rsidRPr="004037EF" w:rsidRDefault="00405573" w:rsidP="00D57EF7">
      <w:r w:rsidRPr="004037EF">
        <w:t xml:space="preserve">Der Spiegelschrank hat nicht nur ästhetische Vorzüge, sondern auch ganz praktische: </w:t>
      </w:r>
      <w:r w:rsidR="00E977D1" w:rsidRPr="004037EF">
        <w:t xml:space="preserve">Als integraler Teil der Vorwand wird </w:t>
      </w:r>
      <w:r w:rsidR="0060050B" w:rsidRPr="004037EF">
        <w:t>er</w:t>
      </w:r>
      <w:r w:rsidR="00E977D1" w:rsidRPr="004037EF">
        <w:t xml:space="preserve"> an speziell gefertigten Installationselementen befestigt. Die Position des Schranks im Verhältnis zu Waschtisch und Armatur wird bereits bei der Badplanung festgelegt. Das hat den Vorteil, dass eine nachgelagerte Ausrichtun</w:t>
      </w:r>
      <w:r w:rsidRPr="004037EF">
        <w:t xml:space="preserve">g des Spiegelschranks entfällt und der Schrank auch nach Beplankung und Befliesung der Installationswand </w:t>
      </w:r>
      <w:r w:rsidR="00AC661A" w:rsidRPr="004037EF">
        <w:t>an der gewünschten Stelle</w:t>
      </w:r>
      <w:r w:rsidRPr="004037EF">
        <w:t xml:space="preserve"> Platz hat.</w:t>
      </w:r>
    </w:p>
    <w:p w14:paraId="009985EF" w14:textId="36F412D7" w:rsidR="001B7B1D" w:rsidRPr="004037EF" w:rsidRDefault="009E7B3B" w:rsidP="00182340">
      <w:pPr>
        <w:rPr>
          <w:bCs/>
        </w:rPr>
      </w:pPr>
      <w:r w:rsidRPr="004037EF">
        <w:rPr>
          <w:b/>
          <w:bCs/>
        </w:rPr>
        <w:t xml:space="preserve">Bodenebene Dusche mit </w:t>
      </w:r>
      <w:r w:rsidR="0060050B" w:rsidRPr="004037EF">
        <w:rPr>
          <w:b/>
          <w:bCs/>
        </w:rPr>
        <w:t>i</w:t>
      </w:r>
      <w:r w:rsidRPr="004037EF">
        <w:rPr>
          <w:b/>
          <w:bCs/>
        </w:rPr>
        <w:t xml:space="preserve">ntegrierten Ablageflächen </w:t>
      </w:r>
      <w:r w:rsidRPr="004037EF">
        <w:rPr>
          <w:b/>
          <w:bCs/>
        </w:rPr>
        <w:br/>
      </w:r>
      <w:r w:rsidR="00DB3EBE" w:rsidRPr="004037EF">
        <w:rPr>
          <w:bCs/>
        </w:rPr>
        <w:t xml:space="preserve">Wenn es um die Gestaltung des Duschbereichs geht, sind die Kundenwünsche sehr vielfältig. </w:t>
      </w:r>
      <w:r w:rsidRPr="004037EF">
        <w:rPr>
          <w:bCs/>
        </w:rPr>
        <w:t>Geberit ONE ist ideal mit allen bodenebenen Dusch</w:t>
      </w:r>
      <w:r w:rsidR="001B7B1D" w:rsidRPr="004037EF">
        <w:rPr>
          <w:bCs/>
        </w:rPr>
        <w:t>systemen</w:t>
      </w:r>
      <w:r w:rsidRPr="004037EF">
        <w:rPr>
          <w:bCs/>
        </w:rPr>
        <w:t xml:space="preserve"> </w:t>
      </w:r>
      <w:r w:rsidR="00CD64CB" w:rsidRPr="004037EF">
        <w:rPr>
          <w:bCs/>
        </w:rPr>
        <w:t xml:space="preserve">von Geberit </w:t>
      </w:r>
      <w:r w:rsidRPr="004037EF">
        <w:rPr>
          <w:bCs/>
        </w:rPr>
        <w:t>kombinierbar</w:t>
      </w:r>
      <w:r w:rsidR="00CD64CB" w:rsidRPr="004037EF">
        <w:rPr>
          <w:bCs/>
        </w:rPr>
        <w:t xml:space="preserve"> – ob Duschfläche</w:t>
      </w:r>
      <w:r w:rsidR="001B7B1D" w:rsidRPr="004037EF">
        <w:rPr>
          <w:bCs/>
        </w:rPr>
        <w:t xml:space="preserve"> Seta</w:t>
      </w:r>
      <w:r w:rsidR="00DB3EBE" w:rsidRPr="004037EF">
        <w:rPr>
          <w:bCs/>
        </w:rPr>
        <w:t>p</w:t>
      </w:r>
      <w:r w:rsidR="001B7B1D" w:rsidRPr="004037EF">
        <w:rPr>
          <w:bCs/>
        </w:rPr>
        <w:t>lano</w:t>
      </w:r>
      <w:r w:rsidR="00CD64CB" w:rsidRPr="004037EF">
        <w:rPr>
          <w:bCs/>
        </w:rPr>
        <w:t>, Duschrinne</w:t>
      </w:r>
      <w:r w:rsidR="001B7B1D" w:rsidRPr="004037EF">
        <w:rPr>
          <w:bCs/>
        </w:rPr>
        <w:t xml:space="preserve"> CleanLine</w:t>
      </w:r>
      <w:r w:rsidR="00CD64CB" w:rsidRPr="004037EF">
        <w:rPr>
          <w:bCs/>
        </w:rPr>
        <w:t xml:space="preserve"> oder auch </w:t>
      </w:r>
      <w:r w:rsidR="001B7B1D" w:rsidRPr="004037EF">
        <w:rPr>
          <w:bCs/>
        </w:rPr>
        <w:t xml:space="preserve">Geberit </w:t>
      </w:r>
      <w:r w:rsidR="00CD64CB" w:rsidRPr="004037EF">
        <w:rPr>
          <w:bCs/>
        </w:rPr>
        <w:t>Wandablauf</w:t>
      </w:r>
      <w:r w:rsidRPr="004037EF">
        <w:rPr>
          <w:bCs/>
        </w:rPr>
        <w:t xml:space="preserve">. </w:t>
      </w:r>
      <w:r w:rsidR="001B7B1D" w:rsidRPr="004037EF">
        <w:rPr>
          <w:bCs/>
        </w:rPr>
        <w:t>Der Wandablauf nutzt dabei das Vorwandkonzept am besten</w:t>
      </w:r>
      <w:r w:rsidR="00DB3EBE" w:rsidRPr="004037EF">
        <w:rPr>
          <w:bCs/>
        </w:rPr>
        <w:t xml:space="preserve"> aus</w:t>
      </w:r>
      <w:r w:rsidR="001B7B1D" w:rsidRPr="004037EF">
        <w:rPr>
          <w:bCs/>
        </w:rPr>
        <w:t xml:space="preserve">, denn es verlegt die Entwässerung der Dusche vom Boden in die Wand. </w:t>
      </w:r>
    </w:p>
    <w:p w14:paraId="49CFF1E1" w14:textId="5ECFB699" w:rsidR="00B50B68" w:rsidRPr="004037EF" w:rsidRDefault="001B7B1D" w:rsidP="00B50B68">
      <w:pPr>
        <w:rPr>
          <w:bCs/>
        </w:rPr>
      </w:pPr>
      <w:r w:rsidRPr="004037EF">
        <w:rPr>
          <w:bCs/>
        </w:rPr>
        <w:t xml:space="preserve">Geberit ONE bietet für die Dusche ein zusätzliches </w:t>
      </w:r>
      <w:r w:rsidR="00AC661A" w:rsidRPr="004037EF">
        <w:rPr>
          <w:bCs/>
        </w:rPr>
        <w:t>E</w:t>
      </w:r>
      <w:r w:rsidRPr="004037EF">
        <w:rPr>
          <w:bCs/>
        </w:rPr>
        <w:t>lement</w:t>
      </w:r>
      <w:r w:rsidR="00DB3EBE" w:rsidRPr="004037EF">
        <w:rPr>
          <w:bCs/>
        </w:rPr>
        <w:t xml:space="preserve">, das den Nutzerkomfort </w:t>
      </w:r>
      <w:r w:rsidR="00B50B68" w:rsidRPr="004037EF">
        <w:rPr>
          <w:bCs/>
        </w:rPr>
        <w:t>deutlich</w:t>
      </w:r>
      <w:r w:rsidR="00DB3EBE" w:rsidRPr="004037EF">
        <w:rPr>
          <w:bCs/>
        </w:rPr>
        <w:t xml:space="preserve"> erhöht</w:t>
      </w:r>
      <w:r w:rsidRPr="004037EF">
        <w:rPr>
          <w:bCs/>
        </w:rPr>
        <w:t xml:space="preserve">: </w:t>
      </w:r>
      <w:r w:rsidR="00DB3EBE" w:rsidRPr="004037EF">
        <w:rPr>
          <w:bCs/>
        </w:rPr>
        <w:t>eine</w:t>
      </w:r>
      <w:r w:rsidRPr="004037EF">
        <w:rPr>
          <w:bCs/>
        </w:rPr>
        <w:t xml:space="preserve"> Nischenablagebox. </w:t>
      </w:r>
      <w:r w:rsidR="00DB3EBE" w:rsidRPr="004037EF">
        <w:rPr>
          <w:bCs/>
        </w:rPr>
        <w:t>Sie bietet Platz für Shampoo</w:t>
      </w:r>
      <w:r w:rsidR="00B50B68" w:rsidRPr="004037EF">
        <w:rPr>
          <w:bCs/>
        </w:rPr>
        <w:t>,</w:t>
      </w:r>
      <w:r w:rsidR="00DB3EBE" w:rsidRPr="004037EF">
        <w:rPr>
          <w:bCs/>
        </w:rPr>
        <w:t xml:space="preserve"> Duschbad </w:t>
      </w:r>
      <w:r w:rsidR="00B50B68" w:rsidRPr="004037EF">
        <w:rPr>
          <w:bCs/>
        </w:rPr>
        <w:t>und</w:t>
      </w:r>
      <w:r w:rsidR="00DB3EBE" w:rsidRPr="004037EF">
        <w:rPr>
          <w:bCs/>
        </w:rPr>
        <w:t xml:space="preserve"> andere Pflegeprodukte, die bei</w:t>
      </w:r>
      <w:r w:rsidR="00B50B68" w:rsidRPr="004037EF">
        <w:rPr>
          <w:bCs/>
        </w:rPr>
        <w:t xml:space="preserve"> der Körperpflege</w:t>
      </w:r>
      <w:r w:rsidR="00DB3EBE" w:rsidRPr="004037EF">
        <w:rPr>
          <w:bCs/>
        </w:rPr>
        <w:t xml:space="preserve"> nötig sind</w:t>
      </w:r>
      <w:r w:rsidR="00B50B68" w:rsidRPr="004037EF">
        <w:rPr>
          <w:bCs/>
        </w:rPr>
        <w:t>. Herumstehende Behältnisse in der Dusche gehören damit der Vergangenheit an. Die Größe und Position der Box werden bereits bei der Planung des Duschbereichs festgelegt</w:t>
      </w:r>
      <w:r w:rsidR="004E4339" w:rsidRPr="004037EF">
        <w:rPr>
          <w:bCs/>
        </w:rPr>
        <w:t xml:space="preserve"> und die Box </w:t>
      </w:r>
      <w:r w:rsidR="00AC661A" w:rsidRPr="004037EF">
        <w:rPr>
          <w:bCs/>
        </w:rPr>
        <w:t>in das</w:t>
      </w:r>
      <w:r w:rsidR="004E4339" w:rsidRPr="004037EF">
        <w:rPr>
          <w:bCs/>
        </w:rPr>
        <w:t xml:space="preserve"> Vorwandsystem in</w:t>
      </w:r>
      <w:r w:rsidR="00AC661A" w:rsidRPr="004037EF">
        <w:rPr>
          <w:bCs/>
        </w:rPr>
        <w:t>tegriert</w:t>
      </w:r>
      <w:r w:rsidR="00B50B68" w:rsidRPr="004037EF">
        <w:rPr>
          <w:bCs/>
        </w:rPr>
        <w:t xml:space="preserve">. Das Innere </w:t>
      </w:r>
      <w:r w:rsidR="00AC661A" w:rsidRPr="004037EF">
        <w:rPr>
          <w:bCs/>
        </w:rPr>
        <w:t xml:space="preserve">der Ablage </w:t>
      </w:r>
      <w:r w:rsidR="00B50B68" w:rsidRPr="004037EF">
        <w:rPr>
          <w:bCs/>
        </w:rPr>
        <w:t xml:space="preserve">ist so gestaltet, dass Spritzwasser und Schmutzrückstände ganz einfach abfließen können und kein großer Reinigungsaufwand </w:t>
      </w:r>
      <w:r w:rsidR="004E4339" w:rsidRPr="004037EF">
        <w:rPr>
          <w:bCs/>
        </w:rPr>
        <w:t>entsteht</w:t>
      </w:r>
      <w:r w:rsidR="00B50B68" w:rsidRPr="004037EF">
        <w:rPr>
          <w:bCs/>
        </w:rPr>
        <w:t xml:space="preserve">. Optional ist die Ablagebox mit einer verspiegelten Schiebetür erhältlich, die sich wahlweise nach rechts oder links öffnen lässt. </w:t>
      </w:r>
    </w:p>
    <w:p w14:paraId="7E478B34" w14:textId="60174560" w:rsidR="006A608C" w:rsidRPr="004037EF" w:rsidRDefault="00182340" w:rsidP="00182340">
      <w:pPr>
        <w:rPr>
          <w:bCs/>
        </w:rPr>
      </w:pPr>
      <w:r w:rsidRPr="004037EF">
        <w:rPr>
          <w:b/>
          <w:bCs/>
        </w:rPr>
        <w:t>Nutzerbedürfnisse fest im Blick</w:t>
      </w:r>
      <w:r w:rsidR="004E4339" w:rsidRPr="004037EF">
        <w:rPr>
          <w:b/>
          <w:bCs/>
        </w:rPr>
        <w:t xml:space="preserve"> – besonder</w:t>
      </w:r>
      <w:r w:rsidR="006A608C" w:rsidRPr="004037EF">
        <w:rPr>
          <w:b/>
          <w:bCs/>
        </w:rPr>
        <w:t>s</w:t>
      </w:r>
      <w:r w:rsidR="004E4339" w:rsidRPr="004037EF">
        <w:rPr>
          <w:b/>
          <w:bCs/>
        </w:rPr>
        <w:t xml:space="preserve"> beim WC</w:t>
      </w:r>
      <w:r w:rsidRPr="004037EF">
        <w:rPr>
          <w:b/>
          <w:bCs/>
        </w:rPr>
        <w:br/>
      </w:r>
      <w:r w:rsidR="004E4339" w:rsidRPr="004037EF">
        <w:rPr>
          <w:bCs/>
        </w:rPr>
        <w:t>Technische Raffinesse, ansprechendes Design und die Kombination von sichtbaren und unsichtbaren Elementen zeichn</w:t>
      </w:r>
      <w:r w:rsidR="00FC5324" w:rsidRPr="004037EF">
        <w:rPr>
          <w:bCs/>
        </w:rPr>
        <w:t xml:space="preserve">en </w:t>
      </w:r>
      <w:r w:rsidR="00AC661A" w:rsidRPr="004037EF">
        <w:rPr>
          <w:bCs/>
        </w:rPr>
        <w:t xml:space="preserve">auch </w:t>
      </w:r>
      <w:r w:rsidR="00FC5324" w:rsidRPr="004037EF">
        <w:rPr>
          <w:bCs/>
        </w:rPr>
        <w:t>das neue Geberit ONE WC aus. Es ist perfekt proportioniert</w:t>
      </w:r>
      <w:r w:rsidR="006A608C" w:rsidRPr="004037EF">
        <w:rPr>
          <w:bCs/>
        </w:rPr>
        <w:t>,</w:t>
      </w:r>
      <w:r w:rsidR="00FC5324" w:rsidRPr="004037EF">
        <w:rPr>
          <w:bCs/>
        </w:rPr>
        <w:t xml:space="preserve"> hat keine sichtbare</w:t>
      </w:r>
      <w:r w:rsidR="006A608C" w:rsidRPr="004037EF">
        <w:rPr>
          <w:bCs/>
        </w:rPr>
        <w:t>n</w:t>
      </w:r>
      <w:r w:rsidR="00FC5324" w:rsidRPr="004037EF">
        <w:rPr>
          <w:bCs/>
        </w:rPr>
        <w:t xml:space="preserve"> Befestigungsschrauben</w:t>
      </w:r>
      <w:r w:rsidR="006A608C" w:rsidRPr="004037EF">
        <w:rPr>
          <w:bCs/>
        </w:rPr>
        <w:t xml:space="preserve"> und kann vom Fachmann </w:t>
      </w:r>
      <w:r w:rsidR="00AC661A" w:rsidRPr="004037EF">
        <w:rPr>
          <w:bCs/>
        </w:rPr>
        <w:t xml:space="preserve">auch nachträglich </w:t>
      </w:r>
      <w:r w:rsidR="006A608C" w:rsidRPr="004037EF">
        <w:rPr>
          <w:bCs/>
        </w:rPr>
        <w:t>in unterschiedlichen Höhen mit einem Spielraum von -1 bis +3 Zentimetern</w:t>
      </w:r>
      <w:r w:rsidR="006A5358" w:rsidRPr="006A5358">
        <w:rPr>
          <w:bCs/>
        </w:rPr>
        <w:t xml:space="preserve"> </w:t>
      </w:r>
      <w:r w:rsidR="006A5358" w:rsidRPr="004037EF">
        <w:rPr>
          <w:bCs/>
        </w:rPr>
        <w:t>installiert werden</w:t>
      </w:r>
      <w:r w:rsidR="006A608C" w:rsidRPr="004037EF">
        <w:rPr>
          <w:bCs/>
        </w:rPr>
        <w:t xml:space="preserve">. </w:t>
      </w:r>
      <w:r w:rsidR="00FC5324" w:rsidRPr="004037EF">
        <w:rPr>
          <w:bCs/>
        </w:rPr>
        <w:t>Der WC-Sitz in Slim-Optik ist sehr schlank und verleiht de</w:t>
      </w:r>
      <w:r w:rsidR="00AC661A" w:rsidRPr="004037EF">
        <w:rPr>
          <w:bCs/>
        </w:rPr>
        <w:t xml:space="preserve">r Toilette </w:t>
      </w:r>
      <w:r w:rsidR="00FC5324" w:rsidRPr="004037EF">
        <w:rPr>
          <w:bCs/>
        </w:rPr>
        <w:t xml:space="preserve">zusammen mit der geschlossenen Keramik ein elegantes Aussehen. </w:t>
      </w:r>
    </w:p>
    <w:p w14:paraId="5A7DFD6F" w14:textId="2305EDD4" w:rsidR="00FC5324" w:rsidRPr="004037EF" w:rsidRDefault="00FC5324" w:rsidP="00182340">
      <w:pPr>
        <w:rPr>
          <w:bCs/>
        </w:rPr>
      </w:pPr>
      <w:r w:rsidRPr="006A5358">
        <w:rPr>
          <w:bCs/>
        </w:rPr>
        <w:t>Im Inneren de</w:t>
      </w:r>
      <w:r w:rsidR="004037EF" w:rsidRPr="006A5358">
        <w:rPr>
          <w:bCs/>
        </w:rPr>
        <w:t>s</w:t>
      </w:r>
      <w:r w:rsidRPr="006A5358">
        <w:rPr>
          <w:bCs/>
        </w:rPr>
        <w:t xml:space="preserve"> spülrandlosen </w:t>
      </w:r>
      <w:r w:rsidR="004037EF" w:rsidRPr="006A5358">
        <w:rPr>
          <w:bCs/>
        </w:rPr>
        <w:t>Geberit ONE WCs</w:t>
      </w:r>
      <w:r w:rsidRPr="006A5358">
        <w:rPr>
          <w:bCs/>
        </w:rPr>
        <w:t xml:space="preserve"> fällt die asymmetrische Gestaltung auf</w:t>
      </w:r>
      <w:r w:rsidR="00AC661A" w:rsidRPr="006A5358">
        <w:rPr>
          <w:bCs/>
        </w:rPr>
        <w:t xml:space="preserve"> – die </w:t>
      </w:r>
      <w:r w:rsidRPr="006A5358">
        <w:rPr>
          <w:bCs/>
        </w:rPr>
        <w:t>TurboFlush-</w:t>
      </w:r>
      <w:r w:rsidR="00F81DB8" w:rsidRPr="006A5358">
        <w:rPr>
          <w:bCs/>
        </w:rPr>
        <w:t>Spültechnologie</w:t>
      </w:r>
      <w:r w:rsidRPr="006A5358">
        <w:rPr>
          <w:bCs/>
        </w:rPr>
        <w:t xml:space="preserve">. Mit jedem Spülvorgang fließt das Wasser seitlich in die Keramik hinein und vollzieht darin eine spiralförmige Bewegung. Der Wasserstrom wird so gelenkt, dass er für eine leise und sehr gründliche Ausspülung sorgt. </w:t>
      </w:r>
      <w:r w:rsidR="004037EF" w:rsidRPr="006A5358">
        <w:t>Die</w:t>
      </w:r>
      <w:r w:rsidR="004037EF" w:rsidRPr="006A5358" w:rsidDel="00F606C8">
        <w:t xml:space="preserve"> </w:t>
      </w:r>
      <w:r w:rsidR="0085365F" w:rsidRPr="006A5358">
        <w:t>WC-</w:t>
      </w:r>
      <w:r w:rsidR="004037EF" w:rsidRPr="006A5358" w:rsidDel="00F606C8">
        <w:t xml:space="preserve">Keramik ist mit der KeraTect Spezialglasur versehen. Diese Glasur wird in die Keramik eingebrannt und hat eine nahezu porenfreie sowie extrem glatte Oberfläche, </w:t>
      </w:r>
      <w:r w:rsidR="004037EF" w:rsidRPr="006A5358" w:rsidDel="00F606C8">
        <w:lastRenderedPageBreak/>
        <w:t xml:space="preserve">welche </w:t>
      </w:r>
      <w:r w:rsidR="004037EF" w:rsidRPr="006A5358">
        <w:t>einfach und effizient sauber gehalten werden kann</w:t>
      </w:r>
      <w:r w:rsidR="004037EF" w:rsidRPr="006A5358" w:rsidDel="00F606C8">
        <w:t xml:space="preserve">. Zur Reinigung lassen sich WC-Sitz und </w:t>
      </w:r>
      <w:r w:rsidR="006A5358">
        <w:t xml:space="preserve">         -</w:t>
      </w:r>
      <w:r w:rsidR="004037EF" w:rsidRPr="006A5358" w:rsidDel="00F606C8">
        <w:t xml:space="preserve">Deckel zudem durch eine leichte Zugbewegung nach oben mit nur einer Hand abnehmen. So ist das ONE WC deutlich </w:t>
      </w:r>
      <w:r w:rsidR="006A5358">
        <w:t>einfacher</w:t>
      </w:r>
      <w:r w:rsidR="004037EF" w:rsidRPr="006A5358" w:rsidDel="00F606C8">
        <w:t xml:space="preserve"> </w:t>
      </w:r>
      <w:r w:rsidR="004037EF" w:rsidRPr="006A5358">
        <w:t>zu reinigen</w:t>
      </w:r>
      <w:r w:rsidR="004037EF" w:rsidRPr="006A5358" w:rsidDel="00F606C8">
        <w:t xml:space="preserve"> als herkömmliche WC-Keramiken und erfüllt damit konsequent das Bedürfnis nach Reinheit und Hygiene.</w:t>
      </w:r>
      <w:r w:rsidR="004037EF">
        <w:t xml:space="preserve"> </w:t>
      </w:r>
    </w:p>
    <w:p w14:paraId="03ACDBF4" w14:textId="0C21BBCF" w:rsidR="006A608C" w:rsidRPr="004037EF" w:rsidRDefault="006A608C" w:rsidP="006A608C">
      <w:pPr>
        <w:spacing w:after="0" w:line="360" w:lineRule="auto"/>
      </w:pPr>
      <w:r w:rsidRPr="004037EF">
        <w:t xml:space="preserve">Erweiterten Komfort bietet das WC in Kombination mit dem </w:t>
      </w:r>
      <w:r w:rsidR="00AC661A" w:rsidRPr="004037EF">
        <w:t xml:space="preserve">neuen </w:t>
      </w:r>
      <w:r w:rsidRPr="004037EF">
        <w:t xml:space="preserve">Geberit DuoFresh Modul mit Orientierungslicht, das eine effektive Geruchsabsaugung direkt in der WC-Keramik ermöglicht. Die Luft wird durch einen Keramikwabenfilter gereinigt und anschließend wieder in den Raum abgegeben. Da für dieses Komfortelement ein Stromanschluss benötigt wird, sollte dieser bereits bei der Planung und Erstinstallation des WCs angelegt werden. </w:t>
      </w:r>
    </w:p>
    <w:p w14:paraId="593DB742" w14:textId="77777777" w:rsidR="004E4339" w:rsidRPr="004037EF" w:rsidRDefault="004E4339" w:rsidP="00922B14">
      <w:pPr>
        <w:pStyle w:val="Titel"/>
        <w:rPr>
          <w:b w:val="0"/>
          <w:bCs/>
          <w:lang w:val="de-DE"/>
        </w:rPr>
      </w:pPr>
    </w:p>
    <w:p w14:paraId="27DD49F4" w14:textId="77777777" w:rsidR="00D56CE7" w:rsidRPr="004037EF" w:rsidRDefault="00D56CE7" w:rsidP="00DF4612">
      <w:pPr>
        <w:spacing w:after="0" w:line="360" w:lineRule="auto"/>
        <w:rPr>
          <w:b/>
          <w:bCs/>
        </w:rPr>
      </w:pPr>
    </w:p>
    <w:p w14:paraId="2EA13377" w14:textId="0BEA9845" w:rsidR="00A51C53" w:rsidRPr="004037EF" w:rsidRDefault="00C2107F" w:rsidP="00A51C53">
      <w:pPr>
        <w:pStyle w:val="Untertitel"/>
      </w:pPr>
      <w:r w:rsidRPr="004037EF">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4037EF" w14:paraId="66E09B30" w14:textId="77777777" w:rsidTr="008B2DBE">
        <w:trPr>
          <w:cantSplit/>
          <w:trHeight w:val="2248"/>
        </w:trPr>
        <w:tc>
          <w:tcPr>
            <w:tcW w:w="4240" w:type="dxa"/>
          </w:tcPr>
          <w:p w14:paraId="7520FA8F" w14:textId="06A87345" w:rsidR="00AC661A" w:rsidRPr="004037EF" w:rsidRDefault="00AC661A" w:rsidP="00076A04">
            <w:pPr>
              <w:rPr>
                <w:noProof/>
                <w:lang w:eastAsia="de-DE"/>
              </w:rPr>
            </w:pPr>
            <w:r w:rsidRPr="004037EF">
              <w:rPr>
                <w:noProof/>
                <w:lang w:eastAsia="de-DE"/>
              </w:rPr>
              <w:drawing>
                <wp:anchor distT="0" distB="0" distL="114300" distR="114300" simplePos="0" relativeHeight="251662336" behindDoc="0" locked="0" layoutInCell="1" allowOverlap="1" wp14:anchorId="6216E2E9" wp14:editId="5A5C0FA0">
                  <wp:simplePos x="0" y="0"/>
                  <wp:positionH relativeFrom="column">
                    <wp:posOffset>0</wp:posOffset>
                  </wp:positionH>
                  <wp:positionV relativeFrom="paragraph">
                    <wp:posOffset>0</wp:posOffset>
                  </wp:positionV>
                  <wp:extent cx="1858010" cy="1229995"/>
                  <wp:effectExtent l="0" t="0" r="0" b="0"/>
                  <wp:wrapTight wrapText="bothSides">
                    <wp:wrapPolygon edited="0">
                      <wp:start x="0" y="0"/>
                      <wp:lineTo x="0" y="20964"/>
                      <wp:lineTo x="21260" y="20964"/>
                      <wp:lineTo x="21260" y="0"/>
                      <wp:lineTo x="0" y="0"/>
                    </wp:wrapPolygon>
                  </wp:wrapTight>
                  <wp:docPr id="4" name="Bild 4" descr="Daten:Kunden:GEBERIT:Bilder:1_Produkte:ONE:ONE WC:jpeg_300:2019 Bathroom 01 A1 Geberit ONE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ONE WC:jpeg_300:2019 Bathroom 01 A1 Geberit ONE floating.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58010" cy="12299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0D393631" w14:textId="6BBAE8D7" w:rsidR="00AC661A" w:rsidRPr="004037EF" w:rsidRDefault="00183BFC" w:rsidP="005E5BE3">
            <w:pPr>
              <w:widowControl w:val="0"/>
              <w:autoSpaceDE w:val="0"/>
              <w:autoSpaceDN w:val="0"/>
              <w:adjustRightInd w:val="0"/>
              <w:rPr>
                <w:b/>
                <w:color w:val="000000"/>
              </w:rPr>
            </w:pPr>
            <w:r w:rsidRPr="004037EF">
              <w:rPr>
                <w:b/>
                <w:color w:val="000000"/>
              </w:rPr>
              <w:t>[Geberit_ONE</w:t>
            </w:r>
            <w:r w:rsidRPr="004037EF">
              <w:rPr>
                <w:rFonts w:eastAsia="MS Mincho"/>
                <w:b/>
                <w:lang w:eastAsia="ja-JP"/>
              </w:rPr>
              <w:t>.jpg</w:t>
            </w:r>
            <w:r w:rsidRPr="004037EF">
              <w:rPr>
                <w:b/>
                <w:color w:val="000000"/>
              </w:rPr>
              <w:t>]</w:t>
            </w:r>
            <w:r w:rsidRPr="004037EF">
              <w:rPr>
                <w:b/>
                <w:color w:val="000000"/>
              </w:rPr>
              <w:br/>
            </w:r>
            <w:r w:rsidR="008B2DBE" w:rsidRPr="004037EF">
              <w:rPr>
                <w:color w:val="000000"/>
                <w:szCs w:val="20"/>
              </w:rPr>
              <w:t xml:space="preserve">Mit Geberit ONE bringt der </w:t>
            </w:r>
            <w:r w:rsidR="005E5BE3" w:rsidRPr="004037EF">
              <w:rPr>
                <w:color w:val="000000"/>
                <w:szCs w:val="20"/>
              </w:rPr>
              <w:t>Hersteller von Sanitärprodukten</w:t>
            </w:r>
            <w:r w:rsidR="008B2DBE" w:rsidRPr="004037EF">
              <w:rPr>
                <w:color w:val="000000"/>
                <w:szCs w:val="20"/>
              </w:rPr>
              <w:t xml:space="preserve"> ein Badkonzept auf den Markt, das die Bereiche hinter und vor der Wand als Einheit neu definiert. Dazu gehört ein frei schwebender Waschtisch, dessen Siphon verdeckt in einer Funktionsbox in die Vorwand integriert ist. </w:t>
            </w:r>
            <w:r w:rsidRPr="004037EF">
              <w:rPr>
                <w:color w:val="000000"/>
                <w:szCs w:val="20"/>
              </w:rPr>
              <w:br/>
            </w:r>
            <w:r w:rsidRPr="004037EF">
              <w:rPr>
                <w:color w:val="000000"/>
              </w:rPr>
              <w:t>Foto: Geberit</w:t>
            </w:r>
          </w:p>
        </w:tc>
      </w:tr>
      <w:tr w:rsidR="008C40D9" w:rsidRPr="004037EF" w14:paraId="54812E62" w14:textId="77777777" w:rsidTr="00A40FD3">
        <w:trPr>
          <w:cantSplit/>
          <w:trHeight w:val="2215"/>
        </w:trPr>
        <w:tc>
          <w:tcPr>
            <w:tcW w:w="4240" w:type="dxa"/>
          </w:tcPr>
          <w:p w14:paraId="50218B1B" w14:textId="688A93C4" w:rsidR="00D365D8" w:rsidRPr="004037EF" w:rsidRDefault="00E3490A" w:rsidP="00076A04">
            <w:pPr>
              <w:rPr>
                <w:noProof/>
                <w:lang w:eastAsia="de-DE"/>
              </w:rPr>
            </w:pPr>
            <w:r w:rsidRPr="004037EF">
              <w:rPr>
                <w:noProof/>
                <w:lang w:eastAsia="de-DE"/>
              </w:rPr>
              <w:drawing>
                <wp:anchor distT="0" distB="0" distL="114300" distR="114300" simplePos="0" relativeHeight="251658240" behindDoc="0" locked="0" layoutInCell="1" allowOverlap="1" wp14:anchorId="62C6ACD6" wp14:editId="235EDE24">
                  <wp:simplePos x="0" y="0"/>
                  <wp:positionH relativeFrom="column">
                    <wp:posOffset>-635</wp:posOffset>
                  </wp:positionH>
                  <wp:positionV relativeFrom="paragraph">
                    <wp:posOffset>0</wp:posOffset>
                  </wp:positionV>
                  <wp:extent cx="1834515" cy="1373505"/>
                  <wp:effectExtent l="0" t="0" r="0" b="0"/>
                  <wp:wrapTight wrapText="bothSides">
                    <wp:wrapPolygon edited="0">
                      <wp:start x="0" y="0"/>
                      <wp:lineTo x="0" y="21171"/>
                      <wp:lineTo x="21234" y="21171"/>
                      <wp:lineTo x="21234" y="0"/>
                      <wp:lineTo x="0" y="0"/>
                    </wp:wrapPolygon>
                  </wp:wrapTight>
                  <wp:docPr id="7" name="Bild 7" descr="Daten:Kunden:GEBERIT:Messen:2019:BAU:Pressemappe:Geberit ONE WC:Bilder:Geberit_ONE-WC-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834515" cy="13735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6C988BE6" w:rsidR="00D365D8" w:rsidRPr="004037EF" w:rsidRDefault="00D365D8" w:rsidP="0060050B">
            <w:pPr>
              <w:widowControl w:val="0"/>
              <w:autoSpaceDE w:val="0"/>
              <w:autoSpaceDN w:val="0"/>
              <w:adjustRightInd w:val="0"/>
              <w:rPr>
                <w:b/>
                <w:color w:val="000000"/>
              </w:rPr>
            </w:pPr>
            <w:r w:rsidRPr="004037EF">
              <w:rPr>
                <w:b/>
                <w:color w:val="000000"/>
              </w:rPr>
              <w:t>[</w:t>
            </w:r>
            <w:r w:rsidR="008A21DF" w:rsidRPr="004037EF">
              <w:rPr>
                <w:b/>
                <w:color w:val="000000"/>
              </w:rPr>
              <w:t>Geberit_</w:t>
            </w:r>
            <w:r w:rsidR="00E3490A" w:rsidRPr="004037EF">
              <w:rPr>
                <w:b/>
                <w:color w:val="000000"/>
              </w:rPr>
              <w:t>O</w:t>
            </w:r>
            <w:r w:rsidR="009C2996" w:rsidRPr="004037EF">
              <w:rPr>
                <w:b/>
                <w:color w:val="000000"/>
              </w:rPr>
              <w:t>NE</w:t>
            </w:r>
            <w:r w:rsidR="00E3490A" w:rsidRPr="004037EF">
              <w:rPr>
                <w:b/>
                <w:color w:val="000000"/>
              </w:rPr>
              <w:t>_WC</w:t>
            </w:r>
            <w:r w:rsidRPr="004037EF">
              <w:rPr>
                <w:rFonts w:eastAsia="MS Mincho"/>
                <w:b/>
                <w:lang w:eastAsia="ja-JP"/>
              </w:rPr>
              <w:t>.jpg</w:t>
            </w:r>
            <w:r w:rsidRPr="004037EF">
              <w:rPr>
                <w:b/>
                <w:color w:val="000000"/>
              </w:rPr>
              <w:t>]</w:t>
            </w:r>
            <w:r w:rsidR="00B132B1" w:rsidRPr="004037EF">
              <w:rPr>
                <w:b/>
                <w:color w:val="000000"/>
              </w:rPr>
              <w:br/>
            </w:r>
            <w:r w:rsidR="00E3490A" w:rsidRPr="004037EF">
              <w:rPr>
                <w:color w:val="000000"/>
                <w:szCs w:val="20"/>
              </w:rPr>
              <w:t>Das Geberit O</w:t>
            </w:r>
            <w:r w:rsidR="009C2996" w:rsidRPr="004037EF">
              <w:rPr>
                <w:color w:val="000000"/>
                <w:szCs w:val="20"/>
              </w:rPr>
              <w:t>NE</w:t>
            </w:r>
            <w:r w:rsidR="00E3490A" w:rsidRPr="004037EF">
              <w:rPr>
                <w:color w:val="000000"/>
                <w:szCs w:val="20"/>
              </w:rPr>
              <w:t xml:space="preserve"> WC besticht durch sein kompaktes Äußeres und die ebene, geschlossene Form</w:t>
            </w:r>
            <w:r w:rsidR="008B2DBE" w:rsidRPr="004037EF">
              <w:rPr>
                <w:color w:val="000000"/>
                <w:szCs w:val="20"/>
              </w:rPr>
              <w:t xml:space="preserve"> der Keramik</w:t>
            </w:r>
            <w:r w:rsidR="00E3490A" w:rsidRPr="004037EF">
              <w:rPr>
                <w:color w:val="000000"/>
                <w:szCs w:val="20"/>
              </w:rPr>
              <w:t xml:space="preserve">. </w:t>
            </w:r>
            <w:r w:rsidR="00190F8C" w:rsidRPr="004037EF">
              <w:rPr>
                <w:color w:val="000000"/>
                <w:szCs w:val="20"/>
              </w:rPr>
              <w:t xml:space="preserve">Es </w:t>
            </w:r>
            <w:r w:rsidR="00E3490A" w:rsidRPr="004037EF">
              <w:rPr>
                <w:color w:val="000000"/>
                <w:szCs w:val="20"/>
              </w:rPr>
              <w:t xml:space="preserve">fügt sich </w:t>
            </w:r>
            <w:r w:rsidR="0060050B" w:rsidRPr="004037EF">
              <w:rPr>
                <w:color w:val="000000"/>
                <w:szCs w:val="20"/>
              </w:rPr>
              <w:t xml:space="preserve">ideal </w:t>
            </w:r>
            <w:r w:rsidR="00E3490A" w:rsidRPr="004037EF">
              <w:rPr>
                <w:color w:val="000000"/>
                <w:szCs w:val="20"/>
              </w:rPr>
              <w:t xml:space="preserve">in große und kleine Bäder ein. </w:t>
            </w:r>
            <w:r w:rsidR="00E3490A" w:rsidRPr="004037EF">
              <w:rPr>
                <w:color w:val="000000"/>
                <w:szCs w:val="20"/>
              </w:rPr>
              <w:br/>
            </w:r>
            <w:r w:rsidR="00713837" w:rsidRPr="004037EF">
              <w:rPr>
                <w:color w:val="000000"/>
              </w:rPr>
              <w:t>Foto: Geberit</w:t>
            </w:r>
          </w:p>
        </w:tc>
      </w:tr>
      <w:tr w:rsidR="008C40D9" w:rsidRPr="004037EF" w14:paraId="68061968" w14:textId="77777777" w:rsidTr="00332870">
        <w:trPr>
          <w:cantSplit/>
          <w:trHeight w:val="1964"/>
        </w:trPr>
        <w:tc>
          <w:tcPr>
            <w:tcW w:w="4240" w:type="dxa"/>
          </w:tcPr>
          <w:p w14:paraId="374701C9" w14:textId="26E4F7EF" w:rsidR="008C40D9" w:rsidRPr="004037EF" w:rsidRDefault="00E3490A" w:rsidP="00076A04">
            <w:pPr>
              <w:rPr>
                <w:noProof/>
                <w:lang w:eastAsia="de-DE"/>
              </w:rPr>
            </w:pPr>
            <w:r w:rsidRPr="004037EF">
              <w:rPr>
                <w:noProof/>
                <w:lang w:eastAsia="de-DE"/>
              </w:rPr>
              <w:lastRenderedPageBreak/>
              <w:drawing>
                <wp:anchor distT="0" distB="0" distL="114300" distR="114300" simplePos="0" relativeHeight="251660288" behindDoc="0" locked="0" layoutInCell="1" allowOverlap="1" wp14:anchorId="2362A0C5" wp14:editId="58A048C8">
                  <wp:simplePos x="0" y="0"/>
                  <wp:positionH relativeFrom="column">
                    <wp:posOffset>0</wp:posOffset>
                  </wp:positionH>
                  <wp:positionV relativeFrom="paragraph">
                    <wp:posOffset>0</wp:posOffset>
                  </wp:positionV>
                  <wp:extent cx="1761490" cy="1243965"/>
                  <wp:effectExtent l="0" t="0" r="0" b="635"/>
                  <wp:wrapTight wrapText="bothSides">
                    <wp:wrapPolygon edited="0">
                      <wp:start x="0" y="0"/>
                      <wp:lineTo x="0" y="21170"/>
                      <wp:lineTo x="21180" y="21170"/>
                      <wp:lineTo x="21180" y="0"/>
                      <wp:lineTo x="0" y="0"/>
                    </wp:wrapPolygon>
                  </wp:wrapTight>
                  <wp:docPr id="9" name="Bild 9" descr="Daten:Kunden:GEBERIT:Messen:2019:BAU:Pressemappe:Geberit ONE WC:Bilder:Geberit_ONE-WC_Turbo-Fl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61490" cy="124396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82FAFBE" w:rsidR="008C40D9" w:rsidRPr="004037EF" w:rsidRDefault="008C40D9" w:rsidP="00A40FD3">
            <w:pPr>
              <w:widowControl w:val="0"/>
              <w:autoSpaceDE w:val="0"/>
              <w:autoSpaceDN w:val="0"/>
              <w:adjustRightInd w:val="0"/>
              <w:rPr>
                <w:b/>
                <w:color w:val="000000"/>
              </w:rPr>
            </w:pPr>
            <w:r w:rsidRPr="004037EF">
              <w:rPr>
                <w:b/>
                <w:color w:val="000000"/>
              </w:rPr>
              <w:t>[Geberit_</w:t>
            </w:r>
            <w:r w:rsidR="00E3490A" w:rsidRPr="004037EF">
              <w:rPr>
                <w:b/>
                <w:color w:val="000000"/>
              </w:rPr>
              <w:t>O</w:t>
            </w:r>
            <w:r w:rsidR="009C2996" w:rsidRPr="004037EF">
              <w:rPr>
                <w:b/>
                <w:color w:val="000000"/>
              </w:rPr>
              <w:t>NE</w:t>
            </w:r>
            <w:r w:rsidR="00E3490A" w:rsidRPr="004037EF">
              <w:rPr>
                <w:b/>
                <w:color w:val="000000"/>
              </w:rPr>
              <w:t>_WC_Innengeometrie</w:t>
            </w:r>
            <w:r w:rsidRPr="004037EF">
              <w:rPr>
                <w:rFonts w:eastAsia="MS Mincho"/>
                <w:b/>
                <w:lang w:eastAsia="ja-JP"/>
              </w:rPr>
              <w:t>.jpg</w:t>
            </w:r>
            <w:r w:rsidRPr="004037EF">
              <w:rPr>
                <w:b/>
                <w:color w:val="000000"/>
              </w:rPr>
              <w:t>]</w:t>
            </w:r>
            <w:r w:rsidRPr="004037EF">
              <w:rPr>
                <w:b/>
                <w:color w:val="000000"/>
              </w:rPr>
              <w:br/>
            </w:r>
            <w:r w:rsidR="00A40FD3" w:rsidRPr="004037EF">
              <w:t xml:space="preserve">Die spülrandlose Keramik sowie eine asymmetrische Innengeometrie fallen dem Nutzer sofort auf. </w:t>
            </w:r>
            <w:r w:rsidR="00E3490A" w:rsidRPr="004037EF">
              <w:t xml:space="preserve">Das Wasser fließt </w:t>
            </w:r>
            <w:r w:rsidR="00A40FD3" w:rsidRPr="004037EF">
              <w:t xml:space="preserve">beim Spülen </w:t>
            </w:r>
            <w:r w:rsidR="00E3490A" w:rsidRPr="004037EF">
              <w:t>seitlich in die WC-Keramik hinein und vollzieht darin eine spiralförmige Bewegung – für eine flüsterleise und sehr gründliche Ausspülung</w:t>
            </w:r>
            <w:r w:rsidR="00786257" w:rsidRPr="004037EF">
              <w:rPr>
                <w:color w:val="000000"/>
              </w:rPr>
              <w:t>.</w:t>
            </w:r>
            <w:r w:rsidRPr="004037EF">
              <w:rPr>
                <w:color w:val="000000"/>
              </w:rPr>
              <w:br/>
              <w:t>Foto: Geberit</w:t>
            </w:r>
          </w:p>
        </w:tc>
      </w:tr>
      <w:tr w:rsidR="00786257" w:rsidRPr="004037EF" w14:paraId="6A57E847" w14:textId="77777777" w:rsidTr="00332870">
        <w:trPr>
          <w:cantSplit/>
          <w:trHeight w:val="1964"/>
        </w:trPr>
        <w:tc>
          <w:tcPr>
            <w:tcW w:w="4240" w:type="dxa"/>
          </w:tcPr>
          <w:p w14:paraId="3DDCC023" w14:textId="266515DD" w:rsidR="00786257" w:rsidRPr="004037EF" w:rsidRDefault="00183BFC" w:rsidP="00786257">
            <w:pPr>
              <w:rPr>
                <w:noProof/>
                <w:lang w:eastAsia="de-DE"/>
              </w:rPr>
            </w:pPr>
            <w:r w:rsidRPr="004037EF">
              <w:rPr>
                <w:noProof/>
                <w:lang w:eastAsia="de-DE"/>
              </w:rPr>
              <w:drawing>
                <wp:anchor distT="0" distB="0" distL="114300" distR="114300" simplePos="0" relativeHeight="251663360" behindDoc="0" locked="0" layoutInCell="1" allowOverlap="1" wp14:anchorId="70A08B21" wp14:editId="45164613">
                  <wp:simplePos x="0" y="0"/>
                  <wp:positionH relativeFrom="column">
                    <wp:posOffset>0</wp:posOffset>
                  </wp:positionH>
                  <wp:positionV relativeFrom="paragraph">
                    <wp:posOffset>0</wp:posOffset>
                  </wp:positionV>
                  <wp:extent cx="1257300" cy="1678940"/>
                  <wp:effectExtent l="0" t="0" r="12700" b="0"/>
                  <wp:wrapTight wrapText="bothSides">
                    <wp:wrapPolygon edited="0">
                      <wp:start x="0" y="0"/>
                      <wp:lineTo x="0" y="21241"/>
                      <wp:lineTo x="21382" y="21241"/>
                      <wp:lineTo x="21382" y="0"/>
                      <wp:lineTo x="0" y="0"/>
                    </wp:wrapPolygon>
                  </wp:wrapTight>
                  <wp:docPr id="6" name="Bild 6" descr="Daten:Kunden:GEBERIT:Bilder:1_Produkte:Betaetigungen:WC_Sigma:Sigma50:2019:jpeg_300:2019 Bathroom 01 E1 Geberit ONE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2019 Bathroom 01 E1 Geberit ONE floating.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257300" cy="16789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35CE6DBA" w:rsidR="00786257" w:rsidRPr="004037EF" w:rsidRDefault="00786257" w:rsidP="00ED16E1">
            <w:pPr>
              <w:widowControl w:val="0"/>
              <w:autoSpaceDE w:val="0"/>
              <w:autoSpaceDN w:val="0"/>
              <w:adjustRightInd w:val="0"/>
            </w:pPr>
            <w:r w:rsidRPr="004037EF">
              <w:rPr>
                <w:b/>
                <w:color w:val="000000"/>
              </w:rPr>
              <w:t>[Geberit_</w:t>
            </w:r>
            <w:r w:rsidR="00E3490A" w:rsidRPr="004037EF">
              <w:rPr>
                <w:b/>
                <w:color w:val="000000"/>
              </w:rPr>
              <w:t>O</w:t>
            </w:r>
            <w:r w:rsidR="009C2996" w:rsidRPr="004037EF">
              <w:rPr>
                <w:b/>
                <w:color w:val="000000"/>
              </w:rPr>
              <w:t>NE</w:t>
            </w:r>
            <w:r w:rsidR="00ED16E1" w:rsidRPr="004037EF">
              <w:rPr>
                <w:b/>
                <w:color w:val="000000"/>
              </w:rPr>
              <w:t>_</w:t>
            </w:r>
            <w:r w:rsidR="008B2DBE" w:rsidRPr="004037EF">
              <w:rPr>
                <w:b/>
                <w:color w:val="000000"/>
              </w:rPr>
              <w:t>WC_DuoFresh</w:t>
            </w:r>
            <w:r w:rsidR="007C4A28" w:rsidRPr="004037EF">
              <w:rPr>
                <w:b/>
                <w:color w:val="000000"/>
              </w:rPr>
              <w:t>_</w:t>
            </w:r>
            <w:r w:rsidR="008B2DBE" w:rsidRPr="004037EF">
              <w:rPr>
                <w:b/>
                <w:color w:val="000000"/>
              </w:rPr>
              <w:t>Orientierungslicht</w:t>
            </w:r>
            <w:r w:rsidR="00A40FD3" w:rsidRPr="004037EF">
              <w:rPr>
                <w:b/>
                <w:color w:val="000000"/>
              </w:rPr>
              <w:t>.</w:t>
            </w:r>
            <w:r w:rsidRPr="004037EF">
              <w:rPr>
                <w:rFonts w:eastAsia="MS Mincho"/>
                <w:b/>
                <w:lang w:eastAsia="ja-JP"/>
              </w:rPr>
              <w:t>jpg</w:t>
            </w:r>
            <w:r w:rsidRPr="004037EF">
              <w:rPr>
                <w:b/>
                <w:color w:val="000000"/>
              </w:rPr>
              <w:t>]</w:t>
            </w:r>
            <w:r w:rsidRPr="004037EF">
              <w:rPr>
                <w:b/>
                <w:color w:val="000000"/>
              </w:rPr>
              <w:br/>
            </w:r>
            <w:r w:rsidR="008B2DBE" w:rsidRPr="004037EF">
              <w:t>Erweiterten Komfort bietet das Geberit ONE WC in Kombination mit dem neuen DuoFresh Modul mit Orientierungslicht, das eine effektive Geruchsabsaugung direkt in der WC-Keramik ermöglicht.</w:t>
            </w:r>
            <w:r w:rsidR="00A40FD3" w:rsidRPr="004037EF">
              <w:br/>
            </w:r>
            <w:r w:rsidRPr="004037EF">
              <w:rPr>
                <w:color w:val="000000"/>
              </w:rPr>
              <w:t>Foto: Geberit</w:t>
            </w:r>
          </w:p>
        </w:tc>
      </w:tr>
    </w:tbl>
    <w:p w14:paraId="778A82D7" w14:textId="77777777" w:rsidR="00461BAF" w:rsidRPr="004037EF" w:rsidRDefault="00461BAF" w:rsidP="00085424">
      <w:pPr>
        <w:spacing w:after="0" w:line="240" w:lineRule="auto"/>
        <w:rPr>
          <w:rStyle w:val="Fett"/>
          <w:b/>
        </w:rPr>
      </w:pPr>
    </w:p>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0DE7513"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72E53" w:rsidRPr="004037EF">
        <w:rPr>
          <w:rStyle w:val="Fett"/>
          <w:b w:val="0"/>
        </w:rPr>
        <w:t>Nathalie La Corte</w:t>
      </w:r>
      <w:r w:rsidR="006E5E17" w:rsidRPr="004037EF">
        <w:rPr>
          <w:rStyle w:val="Fett"/>
          <w:b w:val="0"/>
        </w:rPr>
        <w:t xml:space="preserve">, </w:t>
      </w:r>
      <w:r w:rsidR="005120AC" w:rsidRPr="004037EF">
        <w:rPr>
          <w:rStyle w:val="Fett"/>
          <w:b w:val="0"/>
        </w:rPr>
        <w:t>Michaela Lang</w:t>
      </w:r>
      <w:r w:rsidR="00AB7E1B" w:rsidRPr="004037EF">
        <w:rPr>
          <w:rStyle w:val="Fett"/>
          <w:b w:val="0"/>
        </w:rPr>
        <w:br/>
        <w:t>Tel. +4</w:t>
      </w:r>
      <w:r w:rsidRPr="004037EF">
        <w:rPr>
          <w:rStyle w:val="Fett"/>
          <w:b w:val="0"/>
        </w:rPr>
        <w:t>9</w:t>
      </w:r>
      <w:r w:rsidR="00AB7E1B" w:rsidRPr="004037EF">
        <w:rPr>
          <w:rStyle w:val="Fett"/>
          <w:b w:val="0"/>
        </w:rPr>
        <w:t xml:space="preserve"> (0)</w:t>
      </w:r>
      <w:r w:rsidRPr="004037EF">
        <w:rPr>
          <w:rStyle w:val="Fett"/>
          <w:b w:val="0"/>
        </w:rPr>
        <w:t>711 92545-1</w:t>
      </w:r>
      <w:r w:rsidR="006E5E17" w:rsidRPr="004037EF">
        <w:rPr>
          <w:rStyle w:val="Fett"/>
          <w:b w:val="0"/>
        </w:rPr>
        <w:t>7</w:t>
      </w:r>
    </w:p>
    <w:p w14:paraId="740EE9C4" w14:textId="2F967FE6" w:rsidR="00CC6242" w:rsidRPr="004037EF" w:rsidRDefault="00CC6242" w:rsidP="00055A5C">
      <w:pPr>
        <w:pStyle w:val="Boilerpatebold"/>
        <w:rPr>
          <w:rStyle w:val="Fett"/>
          <w:b w:val="0"/>
        </w:rPr>
      </w:pPr>
      <w:r w:rsidRPr="004037EF">
        <w:rPr>
          <w:rStyle w:val="Fett"/>
          <w:b w:val="0"/>
        </w:rPr>
        <w:t xml:space="preserve">Mail: </w:t>
      </w:r>
      <w:r w:rsidR="006E5E17" w:rsidRPr="004037EF">
        <w:rPr>
          <w:rStyle w:val="Fett"/>
          <w:b w:val="0"/>
        </w:rPr>
        <w:t>n.lacorte</w:t>
      </w:r>
      <w:r w:rsidRPr="004037EF">
        <w:rPr>
          <w:rStyle w:val="Fett"/>
          <w:b w:val="0"/>
        </w:rPr>
        <w:t xml:space="preserve">@anselmoellers.de </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E0572" w14:textId="77777777" w:rsidR="004037EF" w:rsidRDefault="004037EF" w:rsidP="00C0638B">
      <w:r>
        <w:separator/>
      </w:r>
    </w:p>
  </w:endnote>
  <w:endnote w:type="continuationSeparator" w:id="0">
    <w:p w14:paraId="39FF0AD5" w14:textId="77777777" w:rsidR="004037EF" w:rsidRDefault="004037E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24E1B8FD" w:rsidR="004037EF" w:rsidRDefault="004037EF" w:rsidP="00C0638B">
    <w:pPr>
      <w:pStyle w:val="Fuzeile"/>
    </w:pPr>
    <w:r>
      <w:rPr>
        <w:snapToGrid w:val="0"/>
      </w:rPr>
      <w:fldChar w:fldCharType="begin"/>
    </w:r>
    <w:r>
      <w:rPr>
        <w:snapToGrid w:val="0"/>
      </w:rPr>
      <w:instrText xml:space="preserve"> PAGE </w:instrText>
    </w:r>
    <w:r>
      <w:rPr>
        <w:snapToGrid w:val="0"/>
      </w:rPr>
      <w:fldChar w:fldCharType="separate"/>
    </w:r>
    <w:r w:rsidR="008D1585">
      <w:rPr>
        <w:noProof/>
        <w:snapToGrid w:val="0"/>
      </w:rPr>
      <w:t>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32272" w14:textId="77777777" w:rsidR="004037EF" w:rsidRDefault="004037EF" w:rsidP="00C0638B">
      <w:r>
        <w:separator/>
      </w:r>
    </w:p>
  </w:footnote>
  <w:footnote w:type="continuationSeparator" w:id="0">
    <w:p w14:paraId="48D68838" w14:textId="77777777" w:rsidR="004037EF" w:rsidRDefault="004037EF"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4037EF" w:rsidRDefault="004037EF"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4037EF" w:rsidRDefault="004037EF" w:rsidP="00C0638B">
    <w:pPr>
      <w:pStyle w:val="Kopfzeile"/>
    </w:pPr>
  </w:p>
  <w:p w14:paraId="3939F970" w14:textId="77777777" w:rsidR="004037EF" w:rsidRDefault="004037EF" w:rsidP="00C0638B">
    <w:pPr>
      <w:pStyle w:val="Kopfzeile"/>
    </w:pPr>
  </w:p>
  <w:p w14:paraId="1D10099C" w14:textId="77777777" w:rsidR="004037EF" w:rsidRDefault="004037EF" w:rsidP="00C0638B">
    <w:pPr>
      <w:pStyle w:val="Kopfzeile"/>
    </w:pPr>
  </w:p>
  <w:p w14:paraId="6BA002F4" w14:textId="77777777" w:rsidR="004037EF" w:rsidRDefault="004037EF"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4037EF" w:rsidRDefault="004037EF"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1568"/>
    <w:rsid w:val="000D2273"/>
    <w:rsid w:val="000E1440"/>
    <w:rsid w:val="000E4EC4"/>
    <w:rsid w:val="000F081A"/>
    <w:rsid w:val="000F69A3"/>
    <w:rsid w:val="000F6A6E"/>
    <w:rsid w:val="000F6BD5"/>
    <w:rsid w:val="000F749D"/>
    <w:rsid w:val="00104A11"/>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8E5"/>
    <w:rsid w:val="00150D35"/>
    <w:rsid w:val="0015394B"/>
    <w:rsid w:val="00160863"/>
    <w:rsid w:val="00163AA8"/>
    <w:rsid w:val="00163B4B"/>
    <w:rsid w:val="0017569E"/>
    <w:rsid w:val="0018186A"/>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7B1D"/>
    <w:rsid w:val="001C23E4"/>
    <w:rsid w:val="001D359D"/>
    <w:rsid w:val="001D518D"/>
    <w:rsid w:val="001D5456"/>
    <w:rsid w:val="001D67CA"/>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70527"/>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C54"/>
    <w:rsid w:val="00351289"/>
    <w:rsid w:val="00354848"/>
    <w:rsid w:val="0035488D"/>
    <w:rsid w:val="0035586D"/>
    <w:rsid w:val="003602ED"/>
    <w:rsid w:val="00362553"/>
    <w:rsid w:val="00365FEE"/>
    <w:rsid w:val="00374C82"/>
    <w:rsid w:val="00374FDB"/>
    <w:rsid w:val="003760E8"/>
    <w:rsid w:val="00381F40"/>
    <w:rsid w:val="0039283A"/>
    <w:rsid w:val="00393EDE"/>
    <w:rsid w:val="0039520C"/>
    <w:rsid w:val="003954E2"/>
    <w:rsid w:val="003A616D"/>
    <w:rsid w:val="003B100C"/>
    <w:rsid w:val="003B404E"/>
    <w:rsid w:val="003B59B8"/>
    <w:rsid w:val="003B6BCC"/>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26BE"/>
    <w:rsid w:val="00535CF8"/>
    <w:rsid w:val="00537D06"/>
    <w:rsid w:val="00543EE4"/>
    <w:rsid w:val="0054634D"/>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B07EC"/>
    <w:rsid w:val="005B1082"/>
    <w:rsid w:val="005B491D"/>
    <w:rsid w:val="005B6308"/>
    <w:rsid w:val="005C0D0F"/>
    <w:rsid w:val="005C394E"/>
    <w:rsid w:val="005C3DA7"/>
    <w:rsid w:val="005D279D"/>
    <w:rsid w:val="005D5FCD"/>
    <w:rsid w:val="005E0088"/>
    <w:rsid w:val="005E528F"/>
    <w:rsid w:val="005E543B"/>
    <w:rsid w:val="005E5BE3"/>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626CF"/>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C4A28"/>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365F"/>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C71"/>
    <w:rsid w:val="008F0959"/>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64EDB"/>
    <w:rsid w:val="00977B90"/>
    <w:rsid w:val="009813E1"/>
    <w:rsid w:val="00993C15"/>
    <w:rsid w:val="00996D56"/>
    <w:rsid w:val="009A36B5"/>
    <w:rsid w:val="009A5282"/>
    <w:rsid w:val="009B0E0F"/>
    <w:rsid w:val="009B3358"/>
    <w:rsid w:val="009B596C"/>
    <w:rsid w:val="009B7477"/>
    <w:rsid w:val="009C03E3"/>
    <w:rsid w:val="009C2996"/>
    <w:rsid w:val="009C54D0"/>
    <w:rsid w:val="009C5CE6"/>
    <w:rsid w:val="009D2F1B"/>
    <w:rsid w:val="009D4618"/>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40FD3"/>
    <w:rsid w:val="00A41554"/>
    <w:rsid w:val="00A4503E"/>
    <w:rsid w:val="00A50D0D"/>
    <w:rsid w:val="00A51C53"/>
    <w:rsid w:val="00A52F7C"/>
    <w:rsid w:val="00A549AB"/>
    <w:rsid w:val="00A71391"/>
    <w:rsid w:val="00A8501E"/>
    <w:rsid w:val="00A969B2"/>
    <w:rsid w:val="00AA520B"/>
    <w:rsid w:val="00AA566F"/>
    <w:rsid w:val="00AB1712"/>
    <w:rsid w:val="00AB33C5"/>
    <w:rsid w:val="00AB7E1B"/>
    <w:rsid w:val="00AC12EA"/>
    <w:rsid w:val="00AC2780"/>
    <w:rsid w:val="00AC5865"/>
    <w:rsid w:val="00AC661A"/>
    <w:rsid w:val="00AD414F"/>
    <w:rsid w:val="00AE2E08"/>
    <w:rsid w:val="00AE6945"/>
    <w:rsid w:val="00AF03BD"/>
    <w:rsid w:val="00AF3789"/>
    <w:rsid w:val="00AF3FF5"/>
    <w:rsid w:val="00AF4040"/>
    <w:rsid w:val="00AF43A4"/>
    <w:rsid w:val="00B024FE"/>
    <w:rsid w:val="00B03573"/>
    <w:rsid w:val="00B06CF2"/>
    <w:rsid w:val="00B132B1"/>
    <w:rsid w:val="00B238F1"/>
    <w:rsid w:val="00B30AA6"/>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39D2"/>
    <w:rsid w:val="00B9424A"/>
    <w:rsid w:val="00BA0DF1"/>
    <w:rsid w:val="00BA54E5"/>
    <w:rsid w:val="00BB0C32"/>
    <w:rsid w:val="00BB29BD"/>
    <w:rsid w:val="00BC0947"/>
    <w:rsid w:val="00BC4F8C"/>
    <w:rsid w:val="00BC5D53"/>
    <w:rsid w:val="00BC7EC4"/>
    <w:rsid w:val="00BD4958"/>
    <w:rsid w:val="00BD4ABD"/>
    <w:rsid w:val="00BD5DDC"/>
    <w:rsid w:val="00BD76A4"/>
    <w:rsid w:val="00BD77F5"/>
    <w:rsid w:val="00BE45A3"/>
    <w:rsid w:val="00BF106A"/>
    <w:rsid w:val="00BF2D7E"/>
    <w:rsid w:val="00BF6AF0"/>
    <w:rsid w:val="00C01CB4"/>
    <w:rsid w:val="00C02790"/>
    <w:rsid w:val="00C03DCB"/>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3FEB"/>
    <w:rsid w:val="00CA5031"/>
    <w:rsid w:val="00CB00DC"/>
    <w:rsid w:val="00CB19F6"/>
    <w:rsid w:val="00CB3CDF"/>
    <w:rsid w:val="00CB5126"/>
    <w:rsid w:val="00CB5339"/>
    <w:rsid w:val="00CB7A24"/>
    <w:rsid w:val="00CC146D"/>
    <w:rsid w:val="00CC1C38"/>
    <w:rsid w:val="00CC277B"/>
    <w:rsid w:val="00CC6242"/>
    <w:rsid w:val="00CD64CB"/>
    <w:rsid w:val="00CE2B08"/>
    <w:rsid w:val="00CE39EE"/>
    <w:rsid w:val="00CF5AF1"/>
    <w:rsid w:val="00CF6418"/>
    <w:rsid w:val="00D000AA"/>
    <w:rsid w:val="00D0714C"/>
    <w:rsid w:val="00D127E3"/>
    <w:rsid w:val="00D15029"/>
    <w:rsid w:val="00D20F07"/>
    <w:rsid w:val="00D365D8"/>
    <w:rsid w:val="00D37AB0"/>
    <w:rsid w:val="00D4103B"/>
    <w:rsid w:val="00D4309E"/>
    <w:rsid w:val="00D43A9E"/>
    <w:rsid w:val="00D461DA"/>
    <w:rsid w:val="00D46C10"/>
    <w:rsid w:val="00D5092A"/>
    <w:rsid w:val="00D50E51"/>
    <w:rsid w:val="00D56CE7"/>
    <w:rsid w:val="00D57EF7"/>
    <w:rsid w:val="00D642AC"/>
    <w:rsid w:val="00D65318"/>
    <w:rsid w:val="00D814A2"/>
    <w:rsid w:val="00D82246"/>
    <w:rsid w:val="00D869C8"/>
    <w:rsid w:val="00D87D5F"/>
    <w:rsid w:val="00DA5778"/>
    <w:rsid w:val="00DA68DA"/>
    <w:rsid w:val="00DB1CFF"/>
    <w:rsid w:val="00DB36C0"/>
    <w:rsid w:val="00DB3EBE"/>
    <w:rsid w:val="00DB3ECA"/>
    <w:rsid w:val="00DB4124"/>
    <w:rsid w:val="00DB459F"/>
    <w:rsid w:val="00DC55B6"/>
    <w:rsid w:val="00DC6426"/>
    <w:rsid w:val="00DC7319"/>
    <w:rsid w:val="00DD0B55"/>
    <w:rsid w:val="00DD17CE"/>
    <w:rsid w:val="00DD3920"/>
    <w:rsid w:val="00DD4DA9"/>
    <w:rsid w:val="00DD54A5"/>
    <w:rsid w:val="00DE50B0"/>
    <w:rsid w:val="00DE6B2F"/>
    <w:rsid w:val="00DF23F6"/>
    <w:rsid w:val="00DF2F60"/>
    <w:rsid w:val="00DF4612"/>
    <w:rsid w:val="00DF78D1"/>
    <w:rsid w:val="00DF7919"/>
    <w:rsid w:val="00E05D0A"/>
    <w:rsid w:val="00E07613"/>
    <w:rsid w:val="00E23D46"/>
    <w:rsid w:val="00E243EA"/>
    <w:rsid w:val="00E2523B"/>
    <w:rsid w:val="00E26812"/>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3C30"/>
    <w:rsid w:val="00E767C3"/>
    <w:rsid w:val="00E83FC2"/>
    <w:rsid w:val="00E856F2"/>
    <w:rsid w:val="00E874A5"/>
    <w:rsid w:val="00E921B0"/>
    <w:rsid w:val="00E977D1"/>
    <w:rsid w:val="00EA286E"/>
    <w:rsid w:val="00EA6795"/>
    <w:rsid w:val="00EB3813"/>
    <w:rsid w:val="00EB77A9"/>
    <w:rsid w:val="00EB7D61"/>
    <w:rsid w:val="00EC3A5A"/>
    <w:rsid w:val="00EC3BD8"/>
    <w:rsid w:val="00EC463D"/>
    <w:rsid w:val="00EC68F1"/>
    <w:rsid w:val="00EC6904"/>
    <w:rsid w:val="00EC6CAD"/>
    <w:rsid w:val="00EC7445"/>
    <w:rsid w:val="00ED16E1"/>
    <w:rsid w:val="00ED22D1"/>
    <w:rsid w:val="00EE10CF"/>
    <w:rsid w:val="00EE2849"/>
    <w:rsid w:val="00EE51A3"/>
    <w:rsid w:val="00EF0CF9"/>
    <w:rsid w:val="00EF1BA8"/>
    <w:rsid w:val="00EF3556"/>
    <w:rsid w:val="00EF69A1"/>
    <w:rsid w:val="00EF6C48"/>
    <w:rsid w:val="00F02398"/>
    <w:rsid w:val="00F02A16"/>
    <w:rsid w:val="00F034B4"/>
    <w:rsid w:val="00F0661C"/>
    <w:rsid w:val="00F120CA"/>
    <w:rsid w:val="00F1550B"/>
    <w:rsid w:val="00F16969"/>
    <w:rsid w:val="00F22B6C"/>
    <w:rsid w:val="00F2324B"/>
    <w:rsid w:val="00F256D3"/>
    <w:rsid w:val="00F31C10"/>
    <w:rsid w:val="00F339C2"/>
    <w:rsid w:val="00F345A0"/>
    <w:rsid w:val="00F36135"/>
    <w:rsid w:val="00F40EF4"/>
    <w:rsid w:val="00F417CC"/>
    <w:rsid w:val="00F44E81"/>
    <w:rsid w:val="00F4514A"/>
    <w:rsid w:val="00F46C12"/>
    <w:rsid w:val="00F47016"/>
    <w:rsid w:val="00F6243E"/>
    <w:rsid w:val="00F6349A"/>
    <w:rsid w:val="00F7365E"/>
    <w:rsid w:val="00F75DC0"/>
    <w:rsid w:val="00F800C7"/>
    <w:rsid w:val="00F81DB8"/>
    <w:rsid w:val="00F84324"/>
    <w:rsid w:val="00F85233"/>
    <w:rsid w:val="00F86DE1"/>
    <w:rsid w:val="00F87881"/>
    <w:rsid w:val="00F933A2"/>
    <w:rsid w:val="00F94023"/>
    <w:rsid w:val="00F97312"/>
    <w:rsid w:val="00FA0C1F"/>
    <w:rsid w:val="00FA22A5"/>
    <w:rsid w:val="00FA2FBC"/>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BCD508DB-5B39-445C-A49A-C1F3C6DB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2cd222b9-92c5-4878-8ee0-42d7cbe3c5ac"/>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8D1B17C-543E-435C-865F-5207AF41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1186</Words>
  <Characters>7475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8644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Kristin Echle</cp:lastModifiedBy>
  <cp:revision>5</cp:revision>
  <cp:lastPrinted>2018-12-06T14:36:00Z</cp:lastPrinted>
  <dcterms:created xsi:type="dcterms:W3CDTF">2019-02-18T08:09:00Z</dcterms:created>
  <dcterms:modified xsi:type="dcterms:W3CDTF">2019-04-24T11:37:00Z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