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32C11290" w:rsidR="00713837" w:rsidRPr="001B4FA2" w:rsidRDefault="0045562C" w:rsidP="001508E5">
      <w:pPr>
        <w:pStyle w:val="KeinLeerraum"/>
        <w:spacing w:before="480"/>
        <w:rPr>
          <w:noProof/>
          <w:lang w:val="de-DE"/>
        </w:rPr>
      </w:pPr>
      <w:r>
        <w:rPr>
          <w:noProof/>
          <w:lang w:val="de-DE"/>
        </w:rPr>
        <w:t>bautec</w:t>
      </w:r>
      <w:r w:rsidR="00C01FA4">
        <w:rPr>
          <w:noProof/>
          <w:lang w:val="de-DE"/>
        </w:rPr>
        <w:t xml:space="preserve"> 2020: </w:t>
      </w:r>
      <w:r w:rsidR="001B4FA2">
        <w:t>Tec</w:t>
      </w:r>
      <w:r w:rsidR="001B4FA2" w:rsidRPr="001B4FA2">
        <w:t>hnik und Design in Einklang vereint</w:t>
      </w:r>
    </w:p>
    <w:p w14:paraId="4E475648" w14:textId="693FE605" w:rsidR="006C01CE" w:rsidRPr="001B4FA2" w:rsidRDefault="006518C9" w:rsidP="00E767C3">
      <w:pPr>
        <w:pStyle w:val="berschrift1"/>
        <w:rPr>
          <w:lang w:val="de-DE"/>
        </w:rPr>
      </w:pPr>
      <w:r w:rsidRPr="001B4FA2">
        <w:rPr>
          <w:lang w:val="de-DE"/>
        </w:rPr>
        <w:t xml:space="preserve">Geberit </w:t>
      </w:r>
      <w:r w:rsidR="0026756D" w:rsidRPr="001B4FA2">
        <w:rPr>
          <w:lang w:val="de-DE"/>
        </w:rPr>
        <w:t xml:space="preserve">präsentiert Neuprodukte </w:t>
      </w:r>
      <w:r w:rsidR="007A335E" w:rsidRPr="001B4FA2">
        <w:rPr>
          <w:lang w:val="de-DE"/>
        </w:rPr>
        <w:t xml:space="preserve">und Sortimentsergänzungen </w:t>
      </w:r>
      <w:r w:rsidR="0026756D" w:rsidRPr="001B4FA2">
        <w:rPr>
          <w:lang w:val="de-DE"/>
        </w:rPr>
        <w:t>im Sanitärbereich</w:t>
      </w:r>
    </w:p>
    <w:p w14:paraId="3A5DE5AE" w14:textId="74C0FF29" w:rsidR="00B4524F" w:rsidRPr="001B4FA2" w:rsidRDefault="00B4524F" w:rsidP="00E767C3">
      <w:pPr>
        <w:pStyle w:val="Kopfzeile"/>
        <w:rPr>
          <w:rStyle w:val="Herausstellen"/>
          <w:szCs w:val="20"/>
        </w:rPr>
      </w:pPr>
      <w:r w:rsidRPr="001B4FA2">
        <w:rPr>
          <w:rStyle w:val="Herausstellen"/>
          <w:szCs w:val="20"/>
        </w:rPr>
        <w:t xml:space="preserve">Geberit </w:t>
      </w:r>
      <w:r w:rsidR="005B491D" w:rsidRPr="001B4FA2">
        <w:rPr>
          <w:rStyle w:val="Herausstellen"/>
          <w:szCs w:val="20"/>
        </w:rPr>
        <w:t>Vertriebs GmbH</w:t>
      </w:r>
      <w:r w:rsidRPr="001B4FA2">
        <w:rPr>
          <w:rStyle w:val="Herausstellen"/>
          <w:szCs w:val="20"/>
        </w:rPr>
        <w:t xml:space="preserve">, </w:t>
      </w:r>
      <w:r w:rsidR="005B491D" w:rsidRPr="001B4FA2">
        <w:rPr>
          <w:rStyle w:val="Herausstellen"/>
          <w:szCs w:val="20"/>
        </w:rPr>
        <w:t>Pfullendorf</w:t>
      </w:r>
      <w:r w:rsidRPr="001B4FA2">
        <w:rPr>
          <w:rStyle w:val="Herausstellen"/>
          <w:szCs w:val="20"/>
        </w:rPr>
        <w:t xml:space="preserve">, </w:t>
      </w:r>
      <w:r w:rsidR="001646C0" w:rsidRPr="001B4FA2">
        <w:rPr>
          <w:rStyle w:val="Herausstellen"/>
          <w:szCs w:val="20"/>
        </w:rPr>
        <w:t>Januar 2020</w:t>
      </w:r>
    </w:p>
    <w:p w14:paraId="42DDF7EE" w14:textId="38B48811" w:rsidR="00AF52E1" w:rsidRPr="001B4FA2" w:rsidRDefault="0036461B" w:rsidP="00A41A76">
      <w:pPr>
        <w:pStyle w:val="Titel"/>
        <w:rPr>
          <w:bCs/>
          <w:lang w:val="de-DE"/>
        </w:rPr>
      </w:pPr>
      <w:r w:rsidRPr="001B4FA2">
        <w:rPr>
          <w:bCs/>
          <w:lang w:val="de-DE"/>
        </w:rPr>
        <w:t>Mit dem Badkonzept Geberit ONE setzt</w:t>
      </w:r>
      <w:r w:rsidR="003E46FA" w:rsidRPr="001B4FA2">
        <w:rPr>
          <w:bCs/>
          <w:lang w:val="de-DE"/>
        </w:rPr>
        <w:t>e</w:t>
      </w:r>
      <w:r w:rsidRPr="001B4FA2">
        <w:rPr>
          <w:bCs/>
          <w:lang w:val="de-DE"/>
        </w:rPr>
        <w:t xml:space="preserve"> Geberit </w:t>
      </w:r>
      <w:r w:rsidR="003E46FA" w:rsidRPr="001B4FA2">
        <w:rPr>
          <w:bCs/>
          <w:lang w:val="de-DE"/>
        </w:rPr>
        <w:t xml:space="preserve">bereits 2019 </w:t>
      </w:r>
      <w:r w:rsidR="007048B0" w:rsidRPr="001B4FA2">
        <w:rPr>
          <w:bCs/>
          <w:lang w:val="de-DE"/>
        </w:rPr>
        <w:t xml:space="preserve">neue </w:t>
      </w:r>
      <w:r w:rsidR="00F276F4" w:rsidRPr="001B4FA2">
        <w:rPr>
          <w:bCs/>
          <w:lang w:val="de-DE"/>
        </w:rPr>
        <w:t>Standards</w:t>
      </w:r>
      <w:r w:rsidR="007048B0" w:rsidRPr="001B4FA2">
        <w:rPr>
          <w:bCs/>
          <w:lang w:val="de-DE"/>
        </w:rPr>
        <w:t xml:space="preserve"> für das Bad von heute und morgen</w:t>
      </w:r>
      <w:r w:rsidRPr="001B4FA2">
        <w:rPr>
          <w:bCs/>
          <w:lang w:val="de-DE"/>
        </w:rPr>
        <w:t xml:space="preserve">. </w:t>
      </w:r>
      <w:r w:rsidR="005D2AC0" w:rsidRPr="001B4FA2">
        <w:rPr>
          <w:bCs/>
          <w:lang w:val="de-DE"/>
        </w:rPr>
        <w:t xml:space="preserve">Auch auf der </w:t>
      </w:r>
      <w:proofErr w:type="spellStart"/>
      <w:r w:rsidR="0045562C" w:rsidRPr="001B4FA2">
        <w:rPr>
          <w:bCs/>
          <w:lang w:val="de-DE"/>
        </w:rPr>
        <w:t>bautec</w:t>
      </w:r>
      <w:proofErr w:type="spellEnd"/>
      <w:r w:rsidR="0045562C" w:rsidRPr="001B4FA2">
        <w:rPr>
          <w:bCs/>
          <w:lang w:val="de-DE"/>
        </w:rPr>
        <w:t xml:space="preserve"> in Berlin</w:t>
      </w:r>
      <w:r w:rsidR="005D2AC0" w:rsidRPr="001B4FA2">
        <w:rPr>
          <w:bCs/>
          <w:lang w:val="de-DE"/>
        </w:rPr>
        <w:t>,</w:t>
      </w:r>
      <w:r w:rsidR="001A7329" w:rsidRPr="001B4FA2">
        <w:rPr>
          <w:bCs/>
          <w:lang w:val="de-DE"/>
        </w:rPr>
        <w:t xml:space="preserve"> vom 1</w:t>
      </w:r>
      <w:r w:rsidR="0045562C" w:rsidRPr="001B4FA2">
        <w:rPr>
          <w:bCs/>
          <w:lang w:val="de-DE"/>
        </w:rPr>
        <w:t>8</w:t>
      </w:r>
      <w:r w:rsidR="001A7329" w:rsidRPr="001B4FA2">
        <w:rPr>
          <w:bCs/>
          <w:lang w:val="de-DE"/>
        </w:rPr>
        <w:t>. b</w:t>
      </w:r>
      <w:r w:rsidR="003E46FA" w:rsidRPr="001B4FA2">
        <w:rPr>
          <w:bCs/>
          <w:lang w:val="de-DE"/>
        </w:rPr>
        <w:t xml:space="preserve">is </w:t>
      </w:r>
      <w:r w:rsidR="0045562C" w:rsidRPr="001B4FA2">
        <w:rPr>
          <w:bCs/>
          <w:lang w:val="de-DE"/>
        </w:rPr>
        <w:t>21</w:t>
      </w:r>
      <w:r w:rsidR="003E46FA" w:rsidRPr="001B4FA2">
        <w:rPr>
          <w:bCs/>
          <w:lang w:val="de-DE"/>
        </w:rPr>
        <w:t xml:space="preserve">. </w:t>
      </w:r>
      <w:r w:rsidR="0045562C" w:rsidRPr="001B4FA2">
        <w:rPr>
          <w:bCs/>
          <w:lang w:val="de-DE"/>
        </w:rPr>
        <w:t>Februar</w:t>
      </w:r>
      <w:r w:rsidR="003E46FA" w:rsidRPr="001B4FA2">
        <w:rPr>
          <w:bCs/>
          <w:lang w:val="de-DE"/>
        </w:rPr>
        <w:t xml:space="preserve"> 2020</w:t>
      </w:r>
      <w:r w:rsidR="005D2AC0" w:rsidRPr="001B4FA2">
        <w:rPr>
          <w:bCs/>
          <w:lang w:val="de-DE"/>
        </w:rPr>
        <w:t>,</w:t>
      </w:r>
      <w:r w:rsidR="007048B0" w:rsidRPr="001B4FA2">
        <w:rPr>
          <w:bCs/>
          <w:lang w:val="de-DE"/>
        </w:rPr>
        <w:t xml:space="preserve"> beweist der führende europäische Hersteller von Sanitärprodukten, dass das Zusammenspiel von </w:t>
      </w:r>
      <w:r w:rsidRPr="001B4FA2">
        <w:rPr>
          <w:bCs/>
          <w:lang w:val="de-DE"/>
        </w:rPr>
        <w:t xml:space="preserve">Technik und Design </w:t>
      </w:r>
      <w:r w:rsidR="007048B0" w:rsidRPr="001B4FA2">
        <w:rPr>
          <w:bCs/>
          <w:lang w:val="de-DE"/>
        </w:rPr>
        <w:t>zu verbesserten Produkteigenschaften</w:t>
      </w:r>
      <w:r w:rsidR="003E46FA" w:rsidRPr="001B4FA2">
        <w:rPr>
          <w:bCs/>
          <w:lang w:val="de-DE"/>
        </w:rPr>
        <w:t xml:space="preserve"> sowie </w:t>
      </w:r>
      <w:r w:rsidR="005D2AC0" w:rsidRPr="001B4FA2">
        <w:rPr>
          <w:bCs/>
          <w:lang w:val="de-DE"/>
        </w:rPr>
        <w:t xml:space="preserve">zahlreichen </w:t>
      </w:r>
      <w:r w:rsidR="003E46FA" w:rsidRPr="001B4FA2">
        <w:rPr>
          <w:bCs/>
          <w:lang w:val="de-DE"/>
        </w:rPr>
        <w:t xml:space="preserve">Planungs- und </w:t>
      </w:r>
      <w:r w:rsidR="007048B0" w:rsidRPr="001B4FA2">
        <w:rPr>
          <w:bCs/>
          <w:lang w:val="de-DE"/>
        </w:rPr>
        <w:t>Montage</w:t>
      </w:r>
      <w:r w:rsidR="003E46FA" w:rsidRPr="001B4FA2">
        <w:rPr>
          <w:bCs/>
          <w:lang w:val="de-DE"/>
        </w:rPr>
        <w:t>vorteilen</w:t>
      </w:r>
      <w:r w:rsidR="007048B0" w:rsidRPr="001B4FA2">
        <w:rPr>
          <w:bCs/>
          <w:lang w:val="de-DE"/>
        </w:rPr>
        <w:t xml:space="preserve"> führt. </w:t>
      </w:r>
      <w:r w:rsidR="003E46FA" w:rsidRPr="001B4FA2">
        <w:rPr>
          <w:bCs/>
          <w:lang w:val="de-DE"/>
        </w:rPr>
        <w:t xml:space="preserve">Besucher </w:t>
      </w:r>
      <w:r w:rsidR="007D4881" w:rsidRPr="001B4FA2">
        <w:rPr>
          <w:bCs/>
          <w:lang w:val="de-DE"/>
        </w:rPr>
        <w:t xml:space="preserve">der </w:t>
      </w:r>
      <w:r w:rsidR="005D2AC0" w:rsidRPr="001B4FA2">
        <w:rPr>
          <w:bCs/>
          <w:lang w:val="de-DE"/>
        </w:rPr>
        <w:t xml:space="preserve">Halle </w:t>
      </w:r>
      <w:r w:rsidR="0045562C" w:rsidRPr="001B4FA2">
        <w:rPr>
          <w:bCs/>
          <w:lang w:val="de-DE"/>
        </w:rPr>
        <w:t>1.2 Stand 1604</w:t>
      </w:r>
      <w:r w:rsidR="003E46FA" w:rsidRPr="001B4FA2">
        <w:rPr>
          <w:bCs/>
          <w:lang w:val="de-DE"/>
        </w:rPr>
        <w:t xml:space="preserve"> bekommen </w:t>
      </w:r>
      <w:r w:rsidR="007D4881" w:rsidRPr="001B4FA2">
        <w:rPr>
          <w:bCs/>
          <w:lang w:val="de-DE"/>
        </w:rPr>
        <w:t>neben dem Gesamtkonzept</w:t>
      </w:r>
      <w:r w:rsidR="003E46FA" w:rsidRPr="001B4FA2">
        <w:rPr>
          <w:bCs/>
          <w:lang w:val="de-DE"/>
        </w:rPr>
        <w:t xml:space="preserve"> </w:t>
      </w:r>
      <w:r w:rsidR="007D4881" w:rsidRPr="001B4FA2">
        <w:rPr>
          <w:bCs/>
          <w:lang w:val="de-DE"/>
        </w:rPr>
        <w:t xml:space="preserve">auch </w:t>
      </w:r>
      <w:r w:rsidR="003E46FA" w:rsidRPr="001B4FA2">
        <w:rPr>
          <w:bCs/>
          <w:lang w:val="de-DE"/>
        </w:rPr>
        <w:t>die neue</w:t>
      </w:r>
      <w:r w:rsidR="00852E5E" w:rsidRPr="001B4FA2">
        <w:rPr>
          <w:bCs/>
          <w:lang w:val="de-DE"/>
        </w:rPr>
        <w:t xml:space="preserve"> </w:t>
      </w:r>
      <w:r w:rsidR="003E46FA" w:rsidRPr="001B4FA2">
        <w:rPr>
          <w:bCs/>
          <w:lang w:val="de-DE"/>
        </w:rPr>
        <w:t xml:space="preserve">Geberit ONE </w:t>
      </w:r>
      <w:r w:rsidR="00852E5E" w:rsidRPr="001B4FA2">
        <w:rPr>
          <w:bCs/>
          <w:lang w:val="de-DE"/>
        </w:rPr>
        <w:t>Wandarmatur in geometrisch-klarem Design</w:t>
      </w:r>
      <w:r w:rsidR="003E46FA" w:rsidRPr="001B4FA2">
        <w:rPr>
          <w:bCs/>
          <w:lang w:val="de-DE"/>
        </w:rPr>
        <w:t xml:space="preserve"> zu sehen</w:t>
      </w:r>
      <w:r w:rsidR="00852E5E" w:rsidRPr="001B4FA2">
        <w:rPr>
          <w:bCs/>
          <w:lang w:val="de-DE"/>
        </w:rPr>
        <w:t xml:space="preserve">. </w:t>
      </w:r>
      <w:r w:rsidR="003E46FA" w:rsidRPr="001B4FA2">
        <w:rPr>
          <w:bCs/>
          <w:lang w:val="de-DE"/>
        </w:rPr>
        <w:t xml:space="preserve">Für </w:t>
      </w:r>
      <w:r w:rsidR="005D2AC0" w:rsidRPr="001B4FA2">
        <w:rPr>
          <w:bCs/>
          <w:lang w:val="de-DE"/>
        </w:rPr>
        <w:t>die hochwertige Ausstattung des Duschbereichs</w:t>
      </w:r>
      <w:r w:rsidR="00852E5E" w:rsidRPr="001B4FA2">
        <w:rPr>
          <w:bCs/>
          <w:lang w:val="de-DE"/>
        </w:rPr>
        <w:t xml:space="preserve"> </w:t>
      </w:r>
      <w:r w:rsidR="003E46FA" w:rsidRPr="001B4FA2">
        <w:rPr>
          <w:bCs/>
          <w:lang w:val="de-DE"/>
        </w:rPr>
        <w:t xml:space="preserve">stehen </w:t>
      </w:r>
      <w:r w:rsidR="00852E5E" w:rsidRPr="001B4FA2">
        <w:rPr>
          <w:bCs/>
          <w:lang w:val="de-DE"/>
        </w:rPr>
        <w:t xml:space="preserve">mit der Duschrinne Geberit CleanLine80 neue </w:t>
      </w:r>
      <w:r w:rsidR="005D2AC0" w:rsidRPr="001B4FA2">
        <w:rPr>
          <w:bCs/>
          <w:lang w:val="de-DE"/>
        </w:rPr>
        <w:t>Gestaltungsmöglichkeiten</w:t>
      </w:r>
      <w:r w:rsidR="00852E5E" w:rsidRPr="001B4FA2">
        <w:rPr>
          <w:bCs/>
          <w:lang w:val="de-DE"/>
        </w:rPr>
        <w:t xml:space="preserve"> </w:t>
      </w:r>
      <w:r w:rsidR="003E46FA" w:rsidRPr="001B4FA2">
        <w:rPr>
          <w:bCs/>
          <w:lang w:val="de-DE"/>
        </w:rPr>
        <w:t>in aktuellen Trendfarben zur Verfügung</w:t>
      </w:r>
      <w:r w:rsidR="00852E5E" w:rsidRPr="001B4FA2">
        <w:rPr>
          <w:bCs/>
          <w:lang w:val="de-DE"/>
        </w:rPr>
        <w:t xml:space="preserve">. </w:t>
      </w:r>
      <w:r w:rsidR="00221E6F" w:rsidRPr="001B4FA2">
        <w:rPr>
          <w:bCs/>
          <w:lang w:val="de-DE"/>
        </w:rPr>
        <w:t>Im Bereich Bad</w:t>
      </w:r>
      <w:r w:rsidR="001D26BE" w:rsidRPr="001B4FA2">
        <w:rPr>
          <w:bCs/>
          <w:lang w:val="de-DE"/>
        </w:rPr>
        <w:t xml:space="preserve">möbel </w:t>
      </w:r>
      <w:r w:rsidR="00221E6F" w:rsidRPr="001B4FA2">
        <w:rPr>
          <w:bCs/>
          <w:lang w:val="de-DE"/>
        </w:rPr>
        <w:t xml:space="preserve">stellt </w:t>
      </w:r>
      <w:r w:rsidR="003E46FA" w:rsidRPr="001B4FA2">
        <w:rPr>
          <w:bCs/>
          <w:lang w:val="de-DE"/>
        </w:rPr>
        <w:t xml:space="preserve">Geberit </w:t>
      </w:r>
      <w:r w:rsidR="009C0C20" w:rsidRPr="001B4FA2">
        <w:rPr>
          <w:bCs/>
          <w:lang w:val="de-DE"/>
        </w:rPr>
        <w:t>das</w:t>
      </w:r>
      <w:r w:rsidR="001D26BE" w:rsidRPr="001B4FA2">
        <w:rPr>
          <w:bCs/>
          <w:lang w:val="de-DE"/>
        </w:rPr>
        <w:t xml:space="preserve"> </w:t>
      </w:r>
      <w:r w:rsidR="009C0C20" w:rsidRPr="001B4FA2">
        <w:rPr>
          <w:bCs/>
          <w:lang w:val="de-DE"/>
        </w:rPr>
        <w:t>VariForm</w:t>
      </w:r>
      <w:r w:rsidR="001D26BE" w:rsidRPr="001B4FA2">
        <w:rPr>
          <w:bCs/>
          <w:lang w:val="de-DE"/>
        </w:rPr>
        <w:t xml:space="preserve"> Möbelsortiment </w:t>
      </w:r>
      <w:r w:rsidR="00EE139C" w:rsidRPr="001B4FA2">
        <w:rPr>
          <w:bCs/>
          <w:lang w:val="de-DE"/>
        </w:rPr>
        <w:t>für</w:t>
      </w:r>
      <w:r w:rsidR="001D26BE" w:rsidRPr="001B4FA2">
        <w:rPr>
          <w:bCs/>
          <w:lang w:val="de-DE"/>
        </w:rPr>
        <w:t xml:space="preserve"> Aufsatzwaschtische </w:t>
      </w:r>
      <w:r w:rsidR="004C7D66" w:rsidRPr="001B4FA2">
        <w:rPr>
          <w:bCs/>
          <w:lang w:val="de-DE"/>
        </w:rPr>
        <w:t xml:space="preserve">vor. </w:t>
      </w:r>
      <w:r w:rsidR="00AF52E1" w:rsidRPr="001B4FA2">
        <w:rPr>
          <w:bCs/>
          <w:lang w:val="de-DE"/>
        </w:rPr>
        <w:t>Verschiedene Varianten mit Ablageflächen und Schubladen in unterschiedlichen Breiten und Ausführungen ermöglichen eine nahezu unbegrenzte Gestaltungsvielfalt am Waschplatz.</w:t>
      </w:r>
    </w:p>
    <w:p w14:paraId="231286B7" w14:textId="6DBBF307" w:rsidR="00A41A76" w:rsidRPr="001B4FA2" w:rsidRDefault="00DD684E" w:rsidP="00A41A76">
      <w:pPr>
        <w:pStyle w:val="Titel"/>
        <w:rPr>
          <w:b w:val="0"/>
          <w:bCs/>
          <w:lang w:val="de-DE"/>
        </w:rPr>
      </w:pPr>
      <w:r w:rsidRPr="001B4FA2">
        <w:rPr>
          <w:b w:val="0"/>
          <w:bCs/>
          <w:lang w:val="de-DE"/>
        </w:rPr>
        <w:t>Das Badkonzept Geberit ONE umfasst integrierte Lösungen für den Waschp</w:t>
      </w:r>
      <w:r w:rsidR="001C6B3E" w:rsidRPr="001B4FA2">
        <w:rPr>
          <w:b w:val="0"/>
          <w:bCs/>
          <w:lang w:val="de-DE"/>
        </w:rPr>
        <w:t>latz, die Dusche und das WC: v</w:t>
      </w:r>
      <w:r w:rsidRPr="001B4FA2">
        <w:rPr>
          <w:b w:val="0"/>
          <w:bCs/>
          <w:lang w:val="de-DE"/>
        </w:rPr>
        <w:t xml:space="preserve">om Waschtisch mit </w:t>
      </w:r>
      <w:r w:rsidR="00221E6F" w:rsidRPr="001B4FA2">
        <w:rPr>
          <w:b w:val="0"/>
          <w:bCs/>
          <w:lang w:val="de-DE"/>
        </w:rPr>
        <w:t xml:space="preserve">Wandarmatur, </w:t>
      </w:r>
      <w:r w:rsidRPr="001B4FA2">
        <w:rPr>
          <w:b w:val="0"/>
          <w:bCs/>
          <w:lang w:val="de-DE"/>
        </w:rPr>
        <w:t xml:space="preserve">Unterschrank und Spiegelschrank über die </w:t>
      </w:r>
      <w:r w:rsidR="00221E6F" w:rsidRPr="001B4FA2">
        <w:rPr>
          <w:b w:val="0"/>
          <w:bCs/>
          <w:lang w:val="de-DE"/>
        </w:rPr>
        <w:t xml:space="preserve">rahmenlose </w:t>
      </w:r>
      <w:r w:rsidRPr="001B4FA2">
        <w:rPr>
          <w:b w:val="0"/>
          <w:bCs/>
          <w:lang w:val="de-DE"/>
        </w:rPr>
        <w:t xml:space="preserve">Duschabtrennung und eine Nischenablagebox für den Nassbereich bis hin zum formvollendeten </w:t>
      </w:r>
      <w:r w:rsidR="001C6B3E" w:rsidRPr="001B4FA2">
        <w:rPr>
          <w:b w:val="0"/>
          <w:bCs/>
          <w:lang w:val="de-DE"/>
        </w:rPr>
        <w:t>WC</w:t>
      </w:r>
      <w:r w:rsidR="007D4881" w:rsidRPr="001B4FA2">
        <w:rPr>
          <w:b w:val="0"/>
          <w:bCs/>
          <w:lang w:val="de-DE"/>
        </w:rPr>
        <w:t>.</w:t>
      </w:r>
      <w:r w:rsidR="001C6B3E" w:rsidRPr="001B4FA2">
        <w:rPr>
          <w:b w:val="0"/>
          <w:bCs/>
          <w:lang w:val="de-DE"/>
        </w:rPr>
        <w:t xml:space="preserve"> </w:t>
      </w:r>
      <w:r w:rsidR="007D4881" w:rsidRPr="001B4FA2">
        <w:rPr>
          <w:b w:val="0"/>
          <w:bCs/>
          <w:lang w:val="de-DE"/>
        </w:rPr>
        <w:t>D</w:t>
      </w:r>
      <w:r w:rsidR="001C6B3E" w:rsidRPr="001B4FA2">
        <w:rPr>
          <w:b w:val="0"/>
          <w:bCs/>
          <w:lang w:val="de-DE"/>
        </w:rPr>
        <w:t xml:space="preserve">ie </w:t>
      </w:r>
      <w:r w:rsidR="00221E6F" w:rsidRPr="001B4FA2">
        <w:rPr>
          <w:b w:val="0"/>
          <w:bCs/>
          <w:lang w:val="de-DE"/>
        </w:rPr>
        <w:t xml:space="preserve">reinigungsfreundlichen </w:t>
      </w:r>
      <w:r w:rsidR="001C6B3E" w:rsidRPr="001B4FA2">
        <w:rPr>
          <w:b w:val="0"/>
          <w:bCs/>
          <w:lang w:val="de-DE"/>
        </w:rPr>
        <w:t xml:space="preserve">Produkte überzeugen mit raffinierter und </w:t>
      </w:r>
      <w:r w:rsidR="00AA3228" w:rsidRPr="001B4FA2">
        <w:rPr>
          <w:b w:val="0"/>
          <w:bCs/>
          <w:lang w:val="de-DE"/>
        </w:rPr>
        <w:t>zu</w:t>
      </w:r>
      <w:r w:rsidR="001C6B3E" w:rsidRPr="001B4FA2">
        <w:rPr>
          <w:b w:val="0"/>
          <w:bCs/>
          <w:lang w:val="de-DE"/>
        </w:rPr>
        <w:t xml:space="preserve">gleich verdeckter Technik in </w:t>
      </w:r>
      <w:r w:rsidR="00AA3228" w:rsidRPr="001B4FA2">
        <w:rPr>
          <w:b w:val="0"/>
          <w:bCs/>
          <w:lang w:val="de-DE"/>
        </w:rPr>
        <w:t>zeitgemäß</w:t>
      </w:r>
      <w:r w:rsidR="00221E6F" w:rsidRPr="001B4FA2">
        <w:rPr>
          <w:b w:val="0"/>
          <w:bCs/>
          <w:lang w:val="de-DE"/>
        </w:rPr>
        <w:t>-</w:t>
      </w:r>
      <w:r w:rsidR="001C6B3E" w:rsidRPr="001B4FA2">
        <w:rPr>
          <w:b w:val="0"/>
          <w:bCs/>
          <w:lang w:val="de-DE"/>
        </w:rPr>
        <w:t>reduzierte</w:t>
      </w:r>
      <w:r w:rsidR="00221E6F" w:rsidRPr="001B4FA2">
        <w:rPr>
          <w:b w:val="0"/>
          <w:bCs/>
          <w:lang w:val="de-DE"/>
        </w:rPr>
        <w:t>m</w:t>
      </w:r>
      <w:r w:rsidR="001C6B3E" w:rsidRPr="001B4FA2">
        <w:rPr>
          <w:b w:val="0"/>
          <w:bCs/>
          <w:lang w:val="de-DE"/>
        </w:rPr>
        <w:t xml:space="preserve"> Design</w:t>
      </w:r>
      <w:r w:rsidRPr="001B4FA2">
        <w:rPr>
          <w:b w:val="0"/>
          <w:bCs/>
          <w:lang w:val="de-DE"/>
        </w:rPr>
        <w:t>. Di</w:t>
      </w:r>
      <w:r w:rsidR="00182340" w:rsidRPr="001B4FA2">
        <w:rPr>
          <w:b w:val="0"/>
          <w:bCs/>
          <w:lang w:val="de-DE"/>
        </w:rPr>
        <w:t xml:space="preserve">e Bereiche hinter und vor der Wand </w:t>
      </w:r>
      <w:r w:rsidRPr="001B4FA2">
        <w:rPr>
          <w:b w:val="0"/>
          <w:bCs/>
          <w:lang w:val="de-DE"/>
        </w:rPr>
        <w:t xml:space="preserve">verschmelzen dabei </w:t>
      </w:r>
      <w:r w:rsidR="00192E17" w:rsidRPr="001B4FA2">
        <w:rPr>
          <w:b w:val="0"/>
          <w:bCs/>
          <w:lang w:val="de-DE"/>
        </w:rPr>
        <w:t>zu einer</w:t>
      </w:r>
      <w:r w:rsidR="00182340" w:rsidRPr="001B4FA2">
        <w:rPr>
          <w:b w:val="0"/>
          <w:bCs/>
          <w:lang w:val="de-DE"/>
        </w:rPr>
        <w:t xml:space="preserve"> Einheit</w:t>
      </w:r>
      <w:r w:rsidRPr="001B4FA2">
        <w:rPr>
          <w:b w:val="0"/>
          <w:bCs/>
          <w:lang w:val="de-DE"/>
        </w:rPr>
        <w:t xml:space="preserve">, die </w:t>
      </w:r>
      <w:r w:rsidR="001C6B3E" w:rsidRPr="001B4FA2">
        <w:rPr>
          <w:b w:val="0"/>
          <w:bCs/>
          <w:lang w:val="de-DE"/>
        </w:rPr>
        <w:t xml:space="preserve">sowohl </w:t>
      </w:r>
      <w:r w:rsidRPr="001B4FA2">
        <w:rPr>
          <w:b w:val="0"/>
          <w:bCs/>
          <w:lang w:val="de-DE"/>
        </w:rPr>
        <w:t>v</w:t>
      </w:r>
      <w:r w:rsidR="0002708C" w:rsidRPr="001B4FA2">
        <w:rPr>
          <w:b w:val="0"/>
          <w:bCs/>
          <w:lang w:val="de-DE"/>
        </w:rPr>
        <w:t>erbesserte Produkteigenschaften</w:t>
      </w:r>
      <w:r w:rsidR="001C6B3E" w:rsidRPr="001B4FA2">
        <w:rPr>
          <w:b w:val="0"/>
          <w:bCs/>
          <w:lang w:val="de-DE"/>
        </w:rPr>
        <w:t xml:space="preserve"> als auch</w:t>
      </w:r>
      <w:r w:rsidRPr="001B4FA2">
        <w:rPr>
          <w:b w:val="0"/>
          <w:bCs/>
          <w:lang w:val="de-DE"/>
        </w:rPr>
        <w:t xml:space="preserve"> zahlreiche </w:t>
      </w:r>
      <w:r w:rsidR="001C6B3E" w:rsidRPr="001B4FA2">
        <w:rPr>
          <w:b w:val="0"/>
          <w:bCs/>
          <w:lang w:val="de-DE"/>
        </w:rPr>
        <w:t xml:space="preserve">Planungs- und </w:t>
      </w:r>
      <w:r w:rsidRPr="001B4FA2">
        <w:rPr>
          <w:b w:val="0"/>
          <w:bCs/>
          <w:lang w:val="de-DE"/>
        </w:rPr>
        <w:t xml:space="preserve">Montagevorteile </w:t>
      </w:r>
      <w:r w:rsidR="00A41A76" w:rsidRPr="001B4FA2">
        <w:rPr>
          <w:b w:val="0"/>
          <w:bCs/>
          <w:lang w:val="de-DE"/>
        </w:rPr>
        <w:t xml:space="preserve">der Badprodukte </w:t>
      </w:r>
      <w:r w:rsidRPr="001B4FA2">
        <w:rPr>
          <w:b w:val="0"/>
          <w:bCs/>
          <w:lang w:val="de-DE"/>
        </w:rPr>
        <w:t>mit sich bringt</w:t>
      </w:r>
      <w:r w:rsidR="00182340" w:rsidRPr="001B4FA2">
        <w:rPr>
          <w:b w:val="0"/>
          <w:bCs/>
          <w:lang w:val="de-DE"/>
        </w:rPr>
        <w:t>.</w:t>
      </w:r>
      <w:r w:rsidR="00221E6F" w:rsidRPr="001B4FA2">
        <w:rPr>
          <w:b w:val="0"/>
          <w:bCs/>
          <w:lang w:val="de-DE"/>
        </w:rPr>
        <w:t xml:space="preserve"> </w:t>
      </w:r>
      <w:r w:rsidR="00A41A76" w:rsidRPr="001B4FA2">
        <w:rPr>
          <w:b w:val="0"/>
          <w:bCs/>
          <w:lang w:val="de-DE"/>
        </w:rPr>
        <w:t>2020 erweitert eine Wandarmatur i</w:t>
      </w:r>
      <w:r w:rsidR="007D4881" w:rsidRPr="001B4FA2">
        <w:rPr>
          <w:b w:val="0"/>
          <w:bCs/>
          <w:lang w:val="de-DE"/>
        </w:rPr>
        <w:t>n</w:t>
      </w:r>
      <w:r w:rsidR="00A41A76" w:rsidRPr="001B4FA2">
        <w:rPr>
          <w:b w:val="0"/>
          <w:bCs/>
          <w:lang w:val="de-DE"/>
        </w:rPr>
        <w:t xml:space="preserve"> geometrische</w:t>
      </w:r>
      <w:r w:rsidR="007D4881" w:rsidRPr="001B4FA2">
        <w:rPr>
          <w:b w:val="0"/>
          <w:bCs/>
          <w:lang w:val="de-DE"/>
        </w:rPr>
        <w:t>m</w:t>
      </w:r>
      <w:r w:rsidR="00A41A76" w:rsidRPr="001B4FA2">
        <w:rPr>
          <w:b w:val="0"/>
          <w:bCs/>
          <w:lang w:val="de-DE"/>
        </w:rPr>
        <w:t xml:space="preserve"> Design das Portfolio.</w:t>
      </w:r>
    </w:p>
    <w:p w14:paraId="1FB028BE" w14:textId="6E40C3E6" w:rsidR="004106D5" w:rsidRPr="001B4FA2" w:rsidRDefault="001C6B3E" w:rsidP="00A41A76">
      <w:pPr>
        <w:pStyle w:val="Titel"/>
        <w:rPr>
          <w:b w:val="0"/>
        </w:rPr>
      </w:pPr>
      <w:r w:rsidRPr="001B4FA2">
        <w:rPr>
          <w:b w:val="0"/>
        </w:rPr>
        <w:t>Mit der neuen Duschrinne Geberit CleanLine80</w:t>
      </w:r>
      <w:r w:rsidR="00221E6F" w:rsidRPr="001B4FA2">
        <w:rPr>
          <w:b w:val="0"/>
        </w:rPr>
        <w:t xml:space="preserve"> </w:t>
      </w:r>
      <w:r w:rsidR="0069370A" w:rsidRPr="001B4FA2">
        <w:rPr>
          <w:b w:val="0"/>
        </w:rPr>
        <w:t>lassen sich</w:t>
      </w:r>
      <w:r w:rsidRPr="001B4FA2">
        <w:rPr>
          <w:b w:val="0"/>
        </w:rPr>
        <w:t xml:space="preserve"> </w:t>
      </w:r>
      <w:r w:rsidR="00221E6F" w:rsidRPr="001B4FA2">
        <w:rPr>
          <w:b w:val="0"/>
        </w:rPr>
        <w:t>in der bodenebenen Dusche Akzente in angesagten Trendfarben setzen</w:t>
      </w:r>
      <w:r w:rsidRPr="001B4FA2">
        <w:rPr>
          <w:b w:val="0"/>
        </w:rPr>
        <w:t>: A</w:t>
      </w:r>
      <w:r w:rsidR="004106D5" w:rsidRPr="001B4FA2">
        <w:rPr>
          <w:b w:val="0"/>
        </w:rPr>
        <w:t xml:space="preserve">ls erste Duschrinne im Sortiment </w:t>
      </w:r>
      <w:r w:rsidRPr="001B4FA2">
        <w:rPr>
          <w:b w:val="0"/>
        </w:rPr>
        <w:t>hat sie</w:t>
      </w:r>
      <w:r w:rsidR="004106D5" w:rsidRPr="001B4FA2">
        <w:rPr>
          <w:b w:val="0"/>
        </w:rPr>
        <w:t xml:space="preserve"> ein in sich geschlossenes, massives Rinnenprofil</w:t>
      </w:r>
      <w:r w:rsidRPr="001B4FA2">
        <w:rPr>
          <w:b w:val="0"/>
        </w:rPr>
        <w:t xml:space="preserve">, das aus Vollmaterial gepresst ist. </w:t>
      </w:r>
      <w:r w:rsidR="0069370A" w:rsidRPr="001B4FA2">
        <w:rPr>
          <w:b w:val="0"/>
        </w:rPr>
        <w:t xml:space="preserve">Sie ist in den Farbvarianten </w:t>
      </w:r>
      <w:proofErr w:type="spellStart"/>
      <w:r w:rsidR="0047513C">
        <w:rPr>
          <w:b w:val="0"/>
        </w:rPr>
        <w:t>schwarzchrom</w:t>
      </w:r>
      <w:proofErr w:type="spellEnd"/>
      <w:r w:rsidR="0047513C">
        <w:rPr>
          <w:b w:val="0"/>
        </w:rPr>
        <w:t>,</w:t>
      </w:r>
      <w:r w:rsidR="0069370A" w:rsidRPr="001B4FA2">
        <w:rPr>
          <w:b w:val="0"/>
        </w:rPr>
        <w:t xml:space="preserve"> </w:t>
      </w:r>
      <w:r w:rsidR="0047513C">
        <w:rPr>
          <w:b w:val="0"/>
        </w:rPr>
        <w:t>c</w:t>
      </w:r>
      <w:r w:rsidR="0069370A" w:rsidRPr="001B4FA2">
        <w:rPr>
          <w:b w:val="0"/>
        </w:rPr>
        <w:t>hampagne</w:t>
      </w:r>
      <w:r w:rsidR="0047513C">
        <w:rPr>
          <w:b w:val="0"/>
        </w:rPr>
        <w:t>r</w:t>
      </w:r>
      <w:r w:rsidR="0069370A" w:rsidRPr="001B4FA2">
        <w:rPr>
          <w:b w:val="0"/>
        </w:rPr>
        <w:t xml:space="preserve"> und klassisch in Edelstahl erhältlich. In den Längen </w:t>
      </w:r>
      <w:r w:rsidRPr="001B4FA2">
        <w:rPr>
          <w:b w:val="0"/>
        </w:rPr>
        <w:t xml:space="preserve">von 90 bis 130 Zentimetern </w:t>
      </w:r>
      <w:r w:rsidR="0069370A" w:rsidRPr="001B4FA2">
        <w:rPr>
          <w:b w:val="0"/>
        </w:rPr>
        <w:t xml:space="preserve">fügt sie sich in kleine und große Bäder optimal ein und </w:t>
      </w:r>
      <w:r w:rsidRPr="001B4FA2">
        <w:rPr>
          <w:b w:val="0"/>
        </w:rPr>
        <w:t xml:space="preserve">kann beim Einbau </w:t>
      </w:r>
      <w:r w:rsidR="0069370A" w:rsidRPr="001B4FA2">
        <w:rPr>
          <w:b w:val="0"/>
        </w:rPr>
        <w:t xml:space="preserve">flexibel </w:t>
      </w:r>
      <w:r w:rsidRPr="001B4FA2">
        <w:rPr>
          <w:b w:val="0"/>
        </w:rPr>
        <w:t>auf die gewünschte Länge angepasst werden.</w:t>
      </w:r>
      <w:r w:rsidR="004106D5" w:rsidRPr="001B4FA2">
        <w:rPr>
          <w:b w:val="0"/>
        </w:rPr>
        <w:t xml:space="preserve"> </w:t>
      </w:r>
      <w:r w:rsidR="00221E6F" w:rsidRPr="001B4FA2">
        <w:rPr>
          <w:b w:val="0"/>
        </w:rPr>
        <w:t>Ein</w:t>
      </w:r>
      <w:r w:rsidR="00A41A76" w:rsidRPr="001B4FA2">
        <w:rPr>
          <w:b w:val="0"/>
        </w:rPr>
        <w:t xml:space="preserve"> Kammeinsatz fängt Haa</w:t>
      </w:r>
      <w:r w:rsidR="0069370A" w:rsidRPr="001B4FA2">
        <w:rPr>
          <w:b w:val="0"/>
        </w:rPr>
        <w:t>re und groben Schmutz zuverlässig auf und lässt sich mit nur einem Ha</w:t>
      </w:r>
      <w:r w:rsidR="00A41A76" w:rsidRPr="001B4FA2">
        <w:rPr>
          <w:b w:val="0"/>
        </w:rPr>
        <w:t>ndgriff entfernen und reinigen.</w:t>
      </w:r>
    </w:p>
    <w:p w14:paraId="21BE6617" w14:textId="38A94A50" w:rsidR="00044974" w:rsidRPr="001B4FA2" w:rsidRDefault="00935C34" w:rsidP="00044974">
      <w:r w:rsidRPr="001B4FA2">
        <w:t xml:space="preserve">Der Gestaltungsvielfalt sind mit den neuen Möbeln für VariForm Aufsatzwaschtische kaum Grenzen gesetzt. </w:t>
      </w:r>
      <w:r w:rsidR="00B93D12" w:rsidRPr="001B4FA2">
        <w:rPr>
          <w:bCs/>
        </w:rPr>
        <w:t>Es gibt sie</w:t>
      </w:r>
      <w:r w:rsidR="00044974" w:rsidRPr="001B4FA2">
        <w:rPr>
          <w:bCs/>
        </w:rPr>
        <w:t xml:space="preserve"> in unterschiedlichen Breiten und Ausführungen in den Möbelfarben </w:t>
      </w:r>
      <w:proofErr w:type="spellStart"/>
      <w:r w:rsidR="00044974" w:rsidRPr="001B4FA2">
        <w:rPr>
          <w:bCs/>
        </w:rPr>
        <w:t>lava</w:t>
      </w:r>
      <w:proofErr w:type="spellEnd"/>
      <w:r w:rsidR="00044974" w:rsidRPr="001B4FA2">
        <w:rPr>
          <w:bCs/>
        </w:rPr>
        <w:t xml:space="preserve"> mit lackiert matter Oberfläche, weiß hochglänzend mit matter Abdeckplatte sowie Melamin Holzstruktur/Nussbaum Hickory. </w:t>
      </w:r>
      <w:r w:rsidR="0000407D" w:rsidRPr="001B4FA2">
        <w:rPr>
          <w:bCs/>
        </w:rPr>
        <w:t xml:space="preserve">Die Unterschränke sind je nach Modell und Größe mit jeweils einer Schublade oder mit zwei oder drei Auszügen erhältlich. </w:t>
      </w:r>
      <w:r w:rsidR="004C7D66" w:rsidRPr="001B4FA2">
        <w:rPr>
          <w:bCs/>
        </w:rPr>
        <w:t>Clevere Details: Mit der</w:t>
      </w:r>
      <w:r w:rsidR="0000407D" w:rsidRPr="001B4FA2">
        <w:rPr>
          <w:bCs/>
        </w:rPr>
        <w:t xml:space="preserve"> Push-</w:t>
      </w:r>
      <w:proofErr w:type="spellStart"/>
      <w:r w:rsidR="0000407D" w:rsidRPr="001B4FA2">
        <w:rPr>
          <w:bCs/>
        </w:rPr>
        <w:t>to</w:t>
      </w:r>
      <w:proofErr w:type="spellEnd"/>
      <w:r w:rsidR="0000407D" w:rsidRPr="001B4FA2">
        <w:rPr>
          <w:bCs/>
        </w:rPr>
        <w:t>-open-Funktion lassen sich die Auszüge ganz ohne Griffe öffnen</w:t>
      </w:r>
      <w:r w:rsidR="004C7D66" w:rsidRPr="001B4FA2">
        <w:rPr>
          <w:bCs/>
        </w:rPr>
        <w:t>, dank „Raumsparsiphon“ benötigt die Schublade unter dem Auf</w:t>
      </w:r>
      <w:r w:rsidR="00AA3228" w:rsidRPr="001B4FA2">
        <w:rPr>
          <w:bCs/>
        </w:rPr>
        <w:t>satzwaschtisch keine Aussparung und</w:t>
      </w:r>
      <w:r w:rsidR="004C7D66" w:rsidRPr="001B4FA2">
        <w:rPr>
          <w:bCs/>
        </w:rPr>
        <w:t xml:space="preserve"> der Platz kann unterbrechungsfrei genutzt werden. </w:t>
      </w:r>
      <w:r w:rsidR="00D7176A" w:rsidRPr="001B4FA2">
        <w:rPr>
          <w:bCs/>
        </w:rPr>
        <w:t>Für einen modernen Waschplatz im reduzierten Stil lassen sich die VariForm Aufsatzwaschtische und Möbelelemente ideal mit den Geberit Option Lichtspiegeln kombinieren.</w:t>
      </w:r>
    </w:p>
    <w:p w14:paraId="2EA13377" w14:textId="205F321C" w:rsidR="00A51C53" w:rsidRPr="001B4FA2" w:rsidRDefault="00C2107F" w:rsidP="00044974">
      <w:pPr>
        <w:rPr>
          <w:b/>
        </w:rPr>
      </w:pPr>
      <w:r w:rsidRPr="001B4FA2">
        <w:rPr>
          <w:b/>
        </w:rPr>
        <w:lastRenderedPageBreak/>
        <w:t>B</w:t>
      </w:r>
      <w:r w:rsidR="005B491D" w:rsidRPr="001B4FA2">
        <w:rPr>
          <w:b/>
        </w:rPr>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AC661A" w:rsidRPr="001B4FA2" w14:paraId="66E09B30" w14:textId="77777777" w:rsidTr="00AA3228">
        <w:trPr>
          <w:cantSplit/>
          <w:trHeight w:val="2385"/>
        </w:trPr>
        <w:tc>
          <w:tcPr>
            <w:tcW w:w="4240" w:type="dxa"/>
          </w:tcPr>
          <w:p w14:paraId="7520FA8F" w14:textId="344A7FD4" w:rsidR="00AC661A" w:rsidRPr="001B4FA2" w:rsidRDefault="005821AC" w:rsidP="00076A04">
            <w:pPr>
              <w:rPr>
                <w:noProof/>
                <w:lang w:eastAsia="de-DE"/>
              </w:rPr>
            </w:pPr>
            <w:r w:rsidRPr="001B4FA2">
              <w:rPr>
                <w:noProof/>
                <w:lang w:eastAsia="de-DE"/>
              </w:rPr>
              <w:drawing>
                <wp:anchor distT="0" distB="0" distL="114300" distR="114300" simplePos="0" relativeHeight="251664384" behindDoc="0" locked="0" layoutInCell="1" allowOverlap="1" wp14:anchorId="6C2C0355" wp14:editId="4E860325">
                  <wp:simplePos x="0" y="0"/>
                  <wp:positionH relativeFrom="column">
                    <wp:posOffset>0</wp:posOffset>
                  </wp:positionH>
                  <wp:positionV relativeFrom="paragraph">
                    <wp:posOffset>112395</wp:posOffset>
                  </wp:positionV>
                  <wp:extent cx="1711960" cy="1141095"/>
                  <wp:effectExtent l="0" t="0" r="0" b="1905"/>
                  <wp:wrapTight wrapText="bothSides">
                    <wp:wrapPolygon edited="0">
                      <wp:start x="0" y="0"/>
                      <wp:lineTo x="0" y="21155"/>
                      <wp:lineTo x="21151" y="21155"/>
                      <wp:lineTo x="21151" y="0"/>
                      <wp:lineTo x="0" y="0"/>
                    </wp:wrapPolygon>
                  </wp:wrapTight>
                  <wp:docPr id="3" name="Bild 3" descr="Daten:Kunden:GEBERIT:Bilder:1_Produkte:ONE:Geberit ONE Dusche:20190828_Bildmaterial_ONE Dusche:2019 Bathroom 02 D Geberit 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Bilder:1_Produkte:ONE:Geberit ONE Dusche:20190828_Bildmaterial_ONE Dusche:2019 Bathroom 02 D Geberit ONE.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1711960" cy="114109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0D393631" w14:textId="75DE5366" w:rsidR="00AC661A" w:rsidRPr="001B4FA2" w:rsidRDefault="00183BFC" w:rsidP="00A41A76">
            <w:pPr>
              <w:widowControl w:val="0"/>
              <w:autoSpaceDE w:val="0"/>
              <w:autoSpaceDN w:val="0"/>
              <w:adjustRightInd w:val="0"/>
              <w:rPr>
                <w:b/>
                <w:color w:val="000000"/>
              </w:rPr>
            </w:pPr>
            <w:r w:rsidRPr="001B4FA2">
              <w:rPr>
                <w:b/>
                <w:color w:val="000000"/>
              </w:rPr>
              <w:t>[Geberit_ONE</w:t>
            </w:r>
            <w:r w:rsidRPr="001B4FA2">
              <w:rPr>
                <w:rFonts w:eastAsia="MS Mincho"/>
                <w:b/>
                <w:lang w:eastAsia="ja-JP"/>
              </w:rPr>
              <w:t>.jpg</w:t>
            </w:r>
            <w:r w:rsidRPr="001B4FA2">
              <w:rPr>
                <w:b/>
                <w:color w:val="000000"/>
              </w:rPr>
              <w:t>]</w:t>
            </w:r>
            <w:r w:rsidRPr="001B4FA2">
              <w:rPr>
                <w:b/>
                <w:color w:val="000000"/>
              </w:rPr>
              <w:br/>
            </w:r>
            <w:r w:rsidR="008B2DBE" w:rsidRPr="001B4FA2">
              <w:rPr>
                <w:color w:val="000000"/>
                <w:szCs w:val="20"/>
              </w:rPr>
              <w:t xml:space="preserve">Geberit ONE </w:t>
            </w:r>
            <w:r w:rsidR="00DB08C2" w:rsidRPr="001B4FA2">
              <w:rPr>
                <w:color w:val="000000"/>
                <w:szCs w:val="20"/>
              </w:rPr>
              <w:t>definiert</w:t>
            </w:r>
            <w:r w:rsidR="008B2DBE" w:rsidRPr="001B4FA2">
              <w:rPr>
                <w:color w:val="000000"/>
                <w:szCs w:val="20"/>
              </w:rPr>
              <w:t xml:space="preserve"> die Bereiche hinter und vor der Wand als Einheit neu. Dazu gehör</w:t>
            </w:r>
            <w:r w:rsidR="00DB08C2" w:rsidRPr="001B4FA2">
              <w:rPr>
                <w:color w:val="000000"/>
                <w:szCs w:val="20"/>
              </w:rPr>
              <w:t xml:space="preserve">en </w:t>
            </w:r>
            <w:r w:rsidR="00DB08C2" w:rsidRPr="001B4FA2">
              <w:rPr>
                <w:bCs/>
              </w:rPr>
              <w:t>voll integrierte Lösungen für den Waschplatz, den Duschbereich und das WC.</w:t>
            </w:r>
            <w:r w:rsidR="00EB2FBC" w:rsidRPr="001B4FA2">
              <w:rPr>
                <w:bCs/>
              </w:rPr>
              <w:t xml:space="preserve"> Eine </w:t>
            </w:r>
            <w:r w:rsidR="00C11F5B" w:rsidRPr="001B4FA2">
              <w:rPr>
                <w:bCs/>
              </w:rPr>
              <w:t>Wanda</w:t>
            </w:r>
            <w:r w:rsidR="00EB2FBC" w:rsidRPr="001B4FA2">
              <w:rPr>
                <w:bCs/>
              </w:rPr>
              <w:t>rmatur i</w:t>
            </w:r>
            <w:r w:rsidR="00675985" w:rsidRPr="001B4FA2">
              <w:rPr>
                <w:bCs/>
              </w:rPr>
              <w:t>n</w:t>
            </w:r>
            <w:r w:rsidR="00EB2FBC" w:rsidRPr="001B4FA2">
              <w:rPr>
                <w:bCs/>
              </w:rPr>
              <w:t xml:space="preserve"> geometrische</w:t>
            </w:r>
            <w:r w:rsidR="00675985" w:rsidRPr="001B4FA2">
              <w:rPr>
                <w:bCs/>
              </w:rPr>
              <w:t>m</w:t>
            </w:r>
            <w:r w:rsidR="00EB2FBC" w:rsidRPr="001B4FA2">
              <w:rPr>
                <w:bCs/>
              </w:rPr>
              <w:t xml:space="preserve"> Design erweitert das Portfolio</w:t>
            </w:r>
            <w:r w:rsidR="00A41A76" w:rsidRPr="001B4FA2">
              <w:rPr>
                <w:bCs/>
              </w:rPr>
              <w:t xml:space="preserve"> in 2020</w:t>
            </w:r>
            <w:r w:rsidR="00EB2FBC" w:rsidRPr="001B4FA2">
              <w:rPr>
                <w:bCs/>
              </w:rPr>
              <w:t>.</w:t>
            </w:r>
            <w:r w:rsidRPr="001B4FA2">
              <w:rPr>
                <w:color w:val="000000"/>
                <w:szCs w:val="20"/>
              </w:rPr>
              <w:br/>
            </w:r>
            <w:r w:rsidRPr="001B4FA2">
              <w:rPr>
                <w:color w:val="000000"/>
              </w:rPr>
              <w:t>Foto: Geberit</w:t>
            </w:r>
          </w:p>
        </w:tc>
      </w:tr>
      <w:tr w:rsidR="008909E2" w:rsidRPr="001B4FA2" w14:paraId="54812E62" w14:textId="77777777" w:rsidTr="00E55FC2">
        <w:trPr>
          <w:cantSplit/>
          <w:trHeight w:val="2215"/>
        </w:trPr>
        <w:tc>
          <w:tcPr>
            <w:tcW w:w="4240" w:type="dxa"/>
          </w:tcPr>
          <w:p w14:paraId="50218B1B" w14:textId="56E8C69A" w:rsidR="008909E2" w:rsidRPr="001B4FA2" w:rsidRDefault="008909E2" w:rsidP="00076A04">
            <w:pPr>
              <w:rPr>
                <w:noProof/>
                <w:lang w:eastAsia="de-DE"/>
              </w:rPr>
            </w:pPr>
            <w:r w:rsidRPr="001B4FA2">
              <w:rPr>
                <w:noProof/>
                <w:lang w:eastAsia="de-DE"/>
              </w:rPr>
              <w:drawing>
                <wp:anchor distT="0" distB="0" distL="114300" distR="114300" simplePos="0" relativeHeight="251666432" behindDoc="0" locked="0" layoutInCell="1" allowOverlap="1" wp14:anchorId="340E46A0" wp14:editId="04F969E0">
                  <wp:simplePos x="0" y="0"/>
                  <wp:positionH relativeFrom="column">
                    <wp:posOffset>0</wp:posOffset>
                  </wp:positionH>
                  <wp:positionV relativeFrom="paragraph">
                    <wp:posOffset>0</wp:posOffset>
                  </wp:positionV>
                  <wp:extent cx="1734820" cy="1430655"/>
                  <wp:effectExtent l="0" t="0" r="0" b="0"/>
                  <wp:wrapTight wrapText="bothSides">
                    <wp:wrapPolygon edited="0">
                      <wp:start x="0" y="0"/>
                      <wp:lineTo x="0" y="21092"/>
                      <wp:lineTo x="21189" y="21092"/>
                      <wp:lineTo x="21189" y="0"/>
                      <wp:lineTo x="0" y="0"/>
                    </wp:wrapPolygon>
                  </wp:wrapTight>
                  <wp:docPr id="4" name="Bild 4" descr="Daten:Kunden:GEBERIT:Messen:2020:IMM:Pressemappe:12_Duschrinne_Geberit_CleanLine80:Geberit_CleanLine80_Champag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Messen:2020:IMM:Pressemappe:12_Duschrinne_Geberit_CleanLine80:Geberit_CleanLine80_Champagne.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1734820" cy="143065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1B4FA2">
              <w:rPr>
                <w:noProof/>
                <w:lang w:eastAsia="de-DE"/>
              </w:rPr>
              <w:t xml:space="preserve"> </w:t>
            </w:r>
          </w:p>
        </w:tc>
        <w:tc>
          <w:tcPr>
            <w:tcW w:w="5114" w:type="dxa"/>
          </w:tcPr>
          <w:p w14:paraId="31E25FC7" w14:textId="0C24D863" w:rsidR="008909E2" w:rsidRPr="001B4FA2" w:rsidRDefault="0047513C" w:rsidP="0047513C">
            <w:pPr>
              <w:widowControl w:val="0"/>
              <w:autoSpaceDE w:val="0"/>
              <w:autoSpaceDN w:val="0"/>
              <w:adjustRightInd w:val="0"/>
              <w:rPr>
                <w:b/>
                <w:color w:val="000000"/>
              </w:rPr>
            </w:pPr>
            <w:r>
              <w:rPr>
                <w:b/>
                <w:color w:val="000000"/>
                <w:lang w:val="de-CH" w:eastAsia="ar-SA"/>
              </w:rPr>
              <w:t>[Geberit_CleanLine80_c</w:t>
            </w:r>
            <w:r w:rsidR="008909E2" w:rsidRPr="001B4FA2">
              <w:rPr>
                <w:b/>
                <w:color w:val="000000"/>
                <w:lang w:val="de-CH" w:eastAsia="ar-SA"/>
              </w:rPr>
              <w:t>hampagne</w:t>
            </w:r>
            <w:r>
              <w:rPr>
                <w:b/>
                <w:color w:val="000000"/>
                <w:lang w:val="de-CH" w:eastAsia="ar-SA"/>
              </w:rPr>
              <w:t>r</w:t>
            </w:r>
            <w:r w:rsidR="008909E2" w:rsidRPr="001B4FA2">
              <w:rPr>
                <w:rFonts w:eastAsia="MS Mincho"/>
                <w:b/>
                <w:lang w:val="de-CH" w:eastAsia="ar-SA"/>
              </w:rPr>
              <w:t>.jpg</w:t>
            </w:r>
            <w:r w:rsidR="008909E2" w:rsidRPr="001B4FA2">
              <w:rPr>
                <w:b/>
                <w:color w:val="000000"/>
                <w:lang w:val="de-CH" w:eastAsia="ar-SA"/>
              </w:rPr>
              <w:t>]</w:t>
            </w:r>
            <w:r w:rsidR="008909E2" w:rsidRPr="001B4FA2">
              <w:rPr>
                <w:b/>
                <w:color w:val="000000"/>
                <w:lang w:val="de-CH" w:eastAsia="ar-SA"/>
              </w:rPr>
              <w:br/>
            </w:r>
            <w:r w:rsidR="008909E2" w:rsidRPr="001B4FA2">
              <w:rPr>
                <w:color w:val="000000"/>
                <w:lang w:val="de-CH" w:eastAsia="ar-SA"/>
              </w:rPr>
              <w:t xml:space="preserve">Die neue Duschrinne Geberit CleanLine80 </w:t>
            </w:r>
            <w:r w:rsidR="00EB2FBC" w:rsidRPr="001B4FA2">
              <w:rPr>
                <w:color w:val="000000"/>
                <w:lang w:val="de-CH" w:eastAsia="ar-SA"/>
              </w:rPr>
              <w:t xml:space="preserve">gibt es in den angesagten Trendfarben </w:t>
            </w:r>
            <w:r>
              <w:rPr>
                <w:color w:val="000000"/>
                <w:lang w:val="de-CH" w:eastAsia="ar-SA"/>
              </w:rPr>
              <w:t>champagner, schwarzchrom</w:t>
            </w:r>
            <w:bookmarkStart w:id="0" w:name="_GoBack"/>
            <w:bookmarkEnd w:id="0"/>
            <w:r w:rsidR="008909E2" w:rsidRPr="001B4FA2">
              <w:rPr>
                <w:color w:val="000000"/>
                <w:lang w:val="de-CH" w:eastAsia="ar-SA"/>
              </w:rPr>
              <w:t xml:space="preserve"> und Edelstahl</w:t>
            </w:r>
            <w:r w:rsidR="00EB2FBC" w:rsidRPr="001B4FA2">
              <w:rPr>
                <w:color w:val="000000"/>
                <w:lang w:val="de-CH" w:eastAsia="ar-SA"/>
              </w:rPr>
              <w:t>. Sie</w:t>
            </w:r>
            <w:r w:rsidR="008909E2" w:rsidRPr="001B4FA2">
              <w:rPr>
                <w:color w:val="000000"/>
                <w:lang w:val="de-CH" w:eastAsia="ar-SA"/>
              </w:rPr>
              <w:t xml:space="preserve"> sorgt für ein elegantes Ambiente im Bad.</w:t>
            </w:r>
            <w:r w:rsidR="008909E2" w:rsidRPr="001B4FA2">
              <w:rPr>
                <w:color w:val="000000"/>
                <w:lang w:val="de-CH" w:eastAsia="ar-SA"/>
              </w:rPr>
              <w:br/>
              <w:t>Foto: Geberit</w:t>
            </w:r>
          </w:p>
        </w:tc>
      </w:tr>
      <w:tr w:rsidR="004C7D66" w:rsidRPr="004037EF" w14:paraId="590B51E1" w14:textId="77777777" w:rsidTr="00E55FC2">
        <w:trPr>
          <w:cantSplit/>
          <w:trHeight w:val="2215"/>
        </w:trPr>
        <w:tc>
          <w:tcPr>
            <w:tcW w:w="4240" w:type="dxa"/>
          </w:tcPr>
          <w:p w14:paraId="7F36AA98" w14:textId="22B465D8" w:rsidR="004C7D66" w:rsidRPr="001B4FA2" w:rsidRDefault="004C7D66" w:rsidP="00076A04">
            <w:pPr>
              <w:rPr>
                <w:noProof/>
                <w:lang w:eastAsia="de-DE"/>
              </w:rPr>
            </w:pPr>
            <w:r w:rsidRPr="001B4FA2">
              <w:rPr>
                <w:noProof/>
                <w:lang w:eastAsia="de-DE"/>
              </w:rPr>
              <w:drawing>
                <wp:anchor distT="0" distB="0" distL="114300" distR="114300" simplePos="0" relativeHeight="251668480" behindDoc="0" locked="0" layoutInCell="1" allowOverlap="1" wp14:anchorId="7DB3E436" wp14:editId="5247EE7A">
                  <wp:simplePos x="0" y="0"/>
                  <wp:positionH relativeFrom="column">
                    <wp:posOffset>3810</wp:posOffset>
                  </wp:positionH>
                  <wp:positionV relativeFrom="paragraph">
                    <wp:posOffset>0</wp:posOffset>
                  </wp:positionV>
                  <wp:extent cx="1710690" cy="1279525"/>
                  <wp:effectExtent l="0" t="0" r="0" b="0"/>
                  <wp:wrapTight wrapText="bothSides">
                    <wp:wrapPolygon edited="0">
                      <wp:start x="0" y="0"/>
                      <wp:lineTo x="0" y="21010"/>
                      <wp:lineTo x="21167" y="21010"/>
                      <wp:lineTo x="21167" y="0"/>
                      <wp:lineTo x="0" y="0"/>
                    </wp:wrapPolygon>
                  </wp:wrapTight>
                  <wp:docPr id="6" name="Bild 6" descr="Daten:Kunden:GEBERIT:Messen:2020:IMM:Texte:VariForm_Moebel:2020 Bathroom_5_G_29-1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Messen:2020:IMM:Texte:VariForm_Moebel:2020 Bathroom_5_G_29-10-19.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710690" cy="12795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6F3B8286" w14:textId="4C1068AE" w:rsidR="004C7D66" w:rsidRPr="001B4FA2" w:rsidRDefault="004C7D66" w:rsidP="004C7D66">
            <w:pPr>
              <w:widowControl w:val="0"/>
              <w:autoSpaceDE w:val="0"/>
              <w:autoSpaceDN w:val="0"/>
              <w:adjustRightInd w:val="0"/>
              <w:rPr>
                <w:b/>
                <w:color w:val="000000"/>
                <w:lang w:val="de-CH" w:eastAsia="ar-SA"/>
              </w:rPr>
            </w:pPr>
            <w:r w:rsidRPr="001B4FA2">
              <w:rPr>
                <w:b/>
                <w:color w:val="000000"/>
              </w:rPr>
              <w:t>[</w:t>
            </w:r>
            <w:r w:rsidRPr="001B4FA2">
              <w:rPr>
                <w:rFonts w:eastAsia="MS Mincho"/>
                <w:b/>
                <w:lang w:eastAsia="ja-JP"/>
              </w:rPr>
              <w:t>Geberit_VariForm_Moebel_Milieu.jpg]</w:t>
            </w:r>
            <w:r w:rsidRPr="001B4FA2">
              <w:rPr>
                <w:rFonts w:eastAsia="MS Mincho"/>
                <w:b/>
                <w:lang w:eastAsia="ja-JP"/>
              </w:rPr>
              <w:br/>
            </w:r>
            <w:r w:rsidRPr="001B4FA2">
              <w:t xml:space="preserve">Der Gestaltungsvielfalt sind mit den neuen Möbeln für VariForm Aufsatzwaschtische kaum Grenzen gesetzt. </w:t>
            </w:r>
            <w:r w:rsidRPr="001B4FA2">
              <w:rPr>
                <w:bCs/>
              </w:rPr>
              <w:t>Unterschiedlich kombiniert entsteht so ein Waschplatz für das kleine Bad, ein großzügiger Einzelwaschplatz mit viel Ablagefläche oder ein Doppelwaschplatz für das Familienbad mit großzügigem Stauraum.</w:t>
            </w:r>
            <w:r w:rsidRPr="001B4FA2">
              <w:rPr>
                <w:b/>
                <w:bCs/>
              </w:rPr>
              <w:br/>
            </w:r>
            <w:r w:rsidRPr="001B4FA2">
              <w:rPr>
                <w:color w:val="000000"/>
              </w:rPr>
              <w:t>Foto: Geberit</w:t>
            </w:r>
          </w:p>
        </w:tc>
      </w:tr>
    </w:tbl>
    <w:p w14:paraId="14B3962A" w14:textId="77777777" w:rsidR="009B3358" w:rsidRPr="004037EF" w:rsidRDefault="009B3358" w:rsidP="00085424">
      <w:pPr>
        <w:spacing w:after="0" w:line="240" w:lineRule="auto"/>
        <w:rPr>
          <w:rStyle w:val="Betont"/>
          <w:b/>
        </w:rPr>
      </w:pPr>
    </w:p>
    <w:p w14:paraId="32B2EA99" w14:textId="2DE7123E" w:rsidR="008D397A" w:rsidRPr="004037EF" w:rsidRDefault="00CC6242" w:rsidP="00085424">
      <w:pPr>
        <w:spacing w:after="0" w:line="240" w:lineRule="auto"/>
        <w:rPr>
          <w:rStyle w:val="Betont"/>
          <w:b/>
        </w:rPr>
      </w:pPr>
      <w:r w:rsidRPr="004037EF">
        <w:rPr>
          <w:rStyle w:val="Betont"/>
          <w:b/>
        </w:rPr>
        <w:t>Weitere Auskünfte erteilt:</w:t>
      </w:r>
    </w:p>
    <w:p w14:paraId="63280DF3" w14:textId="10DE7513" w:rsidR="00F02A16" w:rsidRPr="004037EF" w:rsidRDefault="00CC6242" w:rsidP="00055A5C">
      <w:pPr>
        <w:pStyle w:val="Boilerpatebold"/>
        <w:rPr>
          <w:rStyle w:val="Betont"/>
          <w:b w:val="0"/>
        </w:rPr>
      </w:pPr>
      <w:r w:rsidRPr="004037EF">
        <w:rPr>
          <w:rStyle w:val="Betont"/>
          <w:b w:val="0"/>
        </w:rPr>
        <w:t>Ansel &amp; Möllers GmbH</w:t>
      </w:r>
      <w:r w:rsidR="00055A5C" w:rsidRPr="004037EF">
        <w:rPr>
          <w:rStyle w:val="Betont"/>
          <w:b w:val="0"/>
        </w:rPr>
        <w:br/>
      </w:r>
      <w:r w:rsidRPr="004037EF">
        <w:rPr>
          <w:rStyle w:val="Betont"/>
          <w:b w:val="0"/>
        </w:rPr>
        <w:t>König-Karl-Straße 10, 70372 Stuttgart</w:t>
      </w:r>
      <w:r w:rsidR="00AB7E1B" w:rsidRPr="004037EF">
        <w:rPr>
          <w:rStyle w:val="Betont"/>
          <w:b w:val="0"/>
        </w:rPr>
        <w:br/>
      </w:r>
      <w:r w:rsidR="00572E53" w:rsidRPr="004037EF">
        <w:rPr>
          <w:rStyle w:val="Betont"/>
          <w:b w:val="0"/>
        </w:rPr>
        <w:t>Nathalie La Corte</w:t>
      </w:r>
      <w:r w:rsidR="006E5E17" w:rsidRPr="004037EF">
        <w:rPr>
          <w:rStyle w:val="Betont"/>
          <w:b w:val="0"/>
        </w:rPr>
        <w:t xml:space="preserve">, </w:t>
      </w:r>
      <w:r w:rsidR="005120AC" w:rsidRPr="004037EF">
        <w:rPr>
          <w:rStyle w:val="Betont"/>
          <w:b w:val="0"/>
        </w:rPr>
        <w:t>Michaela Lang</w:t>
      </w:r>
      <w:r w:rsidR="00AB7E1B" w:rsidRPr="004037EF">
        <w:rPr>
          <w:rStyle w:val="Betont"/>
          <w:b w:val="0"/>
        </w:rPr>
        <w:br/>
        <w:t>Tel. +4</w:t>
      </w:r>
      <w:r w:rsidRPr="004037EF">
        <w:rPr>
          <w:rStyle w:val="Betont"/>
          <w:b w:val="0"/>
        </w:rPr>
        <w:t>9</w:t>
      </w:r>
      <w:r w:rsidR="00AB7E1B" w:rsidRPr="004037EF">
        <w:rPr>
          <w:rStyle w:val="Betont"/>
          <w:b w:val="0"/>
        </w:rPr>
        <w:t xml:space="preserve"> (0)</w:t>
      </w:r>
      <w:r w:rsidRPr="004037EF">
        <w:rPr>
          <w:rStyle w:val="Betont"/>
          <w:b w:val="0"/>
        </w:rPr>
        <w:t>711 92545-1</w:t>
      </w:r>
      <w:r w:rsidR="006E5E17" w:rsidRPr="004037EF">
        <w:rPr>
          <w:rStyle w:val="Betont"/>
          <w:b w:val="0"/>
        </w:rPr>
        <w:t>7</w:t>
      </w:r>
    </w:p>
    <w:p w14:paraId="740EE9C4" w14:textId="2F967FE6" w:rsidR="00CC6242" w:rsidRPr="004037EF" w:rsidRDefault="00CC6242" w:rsidP="00055A5C">
      <w:pPr>
        <w:pStyle w:val="Boilerpatebold"/>
        <w:rPr>
          <w:rStyle w:val="Betont"/>
          <w:b w:val="0"/>
        </w:rPr>
      </w:pPr>
      <w:r w:rsidRPr="004037EF">
        <w:rPr>
          <w:rStyle w:val="Betont"/>
          <w:b w:val="0"/>
        </w:rPr>
        <w:t xml:space="preserve">Mail: </w:t>
      </w:r>
      <w:r w:rsidR="006E5E17" w:rsidRPr="004037EF">
        <w:rPr>
          <w:rStyle w:val="Betont"/>
          <w:b w:val="0"/>
        </w:rPr>
        <w:t>n.lacorte</w:t>
      </w:r>
      <w:r w:rsidRPr="004037EF">
        <w:rPr>
          <w:rStyle w:val="Betont"/>
          <w:b w:val="0"/>
        </w:rPr>
        <w:t xml:space="preserve">@anselmoellers.de </w:t>
      </w:r>
    </w:p>
    <w:p w14:paraId="32AA1E14" w14:textId="77777777" w:rsidR="00055A5C" w:rsidRPr="004037EF" w:rsidRDefault="00055A5C" w:rsidP="00055A5C">
      <w:pPr>
        <w:pStyle w:val="Boilerpatebold"/>
        <w:rPr>
          <w:rStyle w:val="Betont"/>
          <w:b w:val="0"/>
        </w:rPr>
      </w:pPr>
    </w:p>
    <w:p w14:paraId="3BDBBA65" w14:textId="77777777" w:rsidR="00461BAF" w:rsidRPr="004037EF" w:rsidRDefault="00461BAF" w:rsidP="00055A5C">
      <w:pPr>
        <w:pStyle w:val="Boilerpatebold"/>
        <w:rPr>
          <w:rStyle w:val="Betont"/>
        </w:rPr>
      </w:pPr>
    </w:p>
    <w:p w14:paraId="424B40DF" w14:textId="615183B8" w:rsidR="00AB7E1B" w:rsidRPr="004037EF" w:rsidRDefault="00225C5E" w:rsidP="00055A5C">
      <w:pPr>
        <w:pStyle w:val="Boilerpatebold"/>
        <w:rPr>
          <w:rStyle w:val="Betont"/>
        </w:rPr>
      </w:pPr>
      <w:r w:rsidRPr="004037EF">
        <w:rPr>
          <w:rStyle w:val="Betont"/>
        </w:rPr>
        <w:t>Über Geberit</w:t>
      </w:r>
    </w:p>
    <w:p w14:paraId="3450E36D" w14:textId="650EBC64" w:rsidR="006B47B6" w:rsidRPr="005E5BE3" w:rsidRDefault="005E5BE3" w:rsidP="00696D99">
      <w:pPr>
        <w:kinsoku w:val="0"/>
        <w:overflowPunct w:val="0"/>
        <w:spacing w:before="2" w:line="276" w:lineRule="auto"/>
        <w:textAlignment w:val="baseline"/>
        <w:rPr>
          <w:sz w:val="16"/>
          <w:szCs w:val="16"/>
        </w:rPr>
      </w:pPr>
      <w:r w:rsidRPr="005821AC">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5AF226" w14:textId="77777777" w:rsidR="008D594F" w:rsidRDefault="008D594F" w:rsidP="00C0638B">
      <w:r>
        <w:separator/>
      </w:r>
    </w:p>
  </w:endnote>
  <w:endnote w:type="continuationSeparator" w:id="0">
    <w:p w14:paraId="36803E39" w14:textId="77777777" w:rsidR="008D594F" w:rsidRDefault="008D594F"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055A9" w14:textId="77777777" w:rsidR="004C7D66" w:rsidRDefault="004C7D66">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24E1B8FD" w:rsidR="004C7D66" w:rsidRDefault="004C7D66" w:rsidP="00C0638B">
    <w:pPr>
      <w:pStyle w:val="Fuzeile"/>
    </w:pPr>
    <w:r>
      <w:rPr>
        <w:snapToGrid w:val="0"/>
      </w:rPr>
      <w:fldChar w:fldCharType="begin"/>
    </w:r>
    <w:r>
      <w:rPr>
        <w:snapToGrid w:val="0"/>
      </w:rPr>
      <w:instrText xml:space="preserve"> PAGE </w:instrText>
    </w:r>
    <w:r>
      <w:rPr>
        <w:snapToGrid w:val="0"/>
      </w:rPr>
      <w:fldChar w:fldCharType="separate"/>
    </w:r>
    <w:r w:rsidR="0047513C">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E99E4" w14:textId="77777777" w:rsidR="004C7D66" w:rsidRDefault="004C7D66">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1FE66B" w14:textId="77777777" w:rsidR="008D594F" w:rsidRDefault="008D594F" w:rsidP="00C0638B">
      <w:r>
        <w:separator/>
      </w:r>
    </w:p>
  </w:footnote>
  <w:footnote w:type="continuationSeparator" w:id="0">
    <w:p w14:paraId="4AE35E3D" w14:textId="77777777" w:rsidR="008D594F" w:rsidRDefault="008D594F"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4318B" w14:textId="77777777" w:rsidR="004C7D66" w:rsidRDefault="004C7D66">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4C7D66" w:rsidRDefault="004C7D66"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4C7D66" w:rsidRDefault="004C7D66" w:rsidP="00C0638B">
    <w:pPr>
      <w:pStyle w:val="Kopfzeile"/>
    </w:pPr>
  </w:p>
  <w:p w14:paraId="3939F970" w14:textId="77777777" w:rsidR="004C7D66" w:rsidRDefault="004C7D66" w:rsidP="00C0638B">
    <w:pPr>
      <w:pStyle w:val="Kopfzeile"/>
    </w:pPr>
  </w:p>
  <w:p w14:paraId="1D10099C" w14:textId="77777777" w:rsidR="004C7D66" w:rsidRDefault="004C7D66" w:rsidP="00C0638B">
    <w:pPr>
      <w:pStyle w:val="Kopfzeile"/>
    </w:pPr>
  </w:p>
  <w:p w14:paraId="6BA002F4" w14:textId="77777777" w:rsidR="004C7D66" w:rsidRDefault="004C7D66"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4C7D66" w:rsidRDefault="004C7D66"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CH"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07D"/>
    <w:rsid w:val="00004A20"/>
    <w:rsid w:val="00006036"/>
    <w:rsid w:val="00014B8E"/>
    <w:rsid w:val="00026415"/>
    <w:rsid w:val="0002708C"/>
    <w:rsid w:val="0003118B"/>
    <w:rsid w:val="00031FB8"/>
    <w:rsid w:val="00033BB8"/>
    <w:rsid w:val="000435CF"/>
    <w:rsid w:val="00044480"/>
    <w:rsid w:val="00044974"/>
    <w:rsid w:val="00045C33"/>
    <w:rsid w:val="000501B5"/>
    <w:rsid w:val="00052DF8"/>
    <w:rsid w:val="00055A5C"/>
    <w:rsid w:val="000628BD"/>
    <w:rsid w:val="00063A9A"/>
    <w:rsid w:val="000649E4"/>
    <w:rsid w:val="00065EBD"/>
    <w:rsid w:val="00072D6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1C5E"/>
    <w:rsid w:val="000B5A59"/>
    <w:rsid w:val="000B5D29"/>
    <w:rsid w:val="000C1F40"/>
    <w:rsid w:val="000C34FB"/>
    <w:rsid w:val="000C3D80"/>
    <w:rsid w:val="000D0825"/>
    <w:rsid w:val="000D1568"/>
    <w:rsid w:val="000D2273"/>
    <w:rsid w:val="000D2A16"/>
    <w:rsid w:val="000E1440"/>
    <w:rsid w:val="000E4EC4"/>
    <w:rsid w:val="000F081A"/>
    <w:rsid w:val="000F69A3"/>
    <w:rsid w:val="000F6A6E"/>
    <w:rsid w:val="000F6BD5"/>
    <w:rsid w:val="000F749D"/>
    <w:rsid w:val="001026B9"/>
    <w:rsid w:val="00104A11"/>
    <w:rsid w:val="0010640E"/>
    <w:rsid w:val="0011200D"/>
    <w:rsid w:val="00120AF2"/>
    <w:rsid w:val="00120FA7"/>
    <w:rsid w:val="00122280"/>
    <w:rsid w:val="00126269"/>
    <w:rsid w:val="001265FF"/>
    <w:rsid w:val="0013130F"/>
    <w:rsid w:val="0013303F"/>
    <w:rsid w:val="001359BB"/>
    <w:rsid w:val="001362ED"/>
    <w:rsid w:val="00136CA5"/>
    <w:rsid w:val="00137250"/>
    <w:rsid w:val="00146652"/>
    <w:rsid w:val="001507F4"/>
    <w:rsid w:val="001508E5"/>
    <w:rsid w:val="00150D35"/>
    <w:rsid w:val="0015394B"/>
    <w:rsid w:val="00160863"/>
    <w:rsid w:val="00163AA8"/>
    <w:rsid w:val="00163B4B"/>
    <w:rsid w:val="001646C0"/>
    <w:rsid w:val="0017569E"/>
    <w:rsid w:val="00176D77"/>
    <w:rsid w:val="0018186A"/>
    <w:rsid w:val="00182035"/>
    <w:rsid w:val="00182340"/>
    <w:rsid w:val="001828EB"/>
    <w:rsid w:val="00183BFC"/>
    <w:rsid w:val="00190F8C"/>
    <w:rsid w:val="00191A7E"/>
    <w:rsid w:val="00191CD9"/>
    <w:rsid w:val="00192E17"/>
    <w:rsid w:val="001A00B2"/>
    <w:rsid w:val="001A014F"/>
    <w:rsid w:val="001A0316"/>
    <w:rsid w:val="001A187F"/>
    <w:rsid w:val="001A27AB"/>
    <w:rsid w:val="001A3CD8"/>
    <w:rsid w:val="001A3D0A"/>
    <w:rsid w:val="001A4321"/>
    <w:rsid w:val="001A5E6F"/>
    <w:rsid w:val="001A7329"/>
    <w:rsid w:val="001B14CA"/>
    <w:rsid w:val="001B4FA2"/>
    <w:rsid w:val="001B7B1D"/>
    <w:rsid w:val="001C23E4"/>
    <w:rsid w:val="001C6B3E"/>
    <w:rsid w:val="001D26BE"/>
    <w:rsid w:val="001D359D"/>
    <w:rsid w:val="001D518D"/>
    <w:rsid w:val="001D67CA"/>
    <w:rsid w:val="001E082C"/>
    <w:rsid w:val="001E18DB"/>
    <w:rsid w:val="001E4148"/>
    <w:rsid w:val="001E5F11"/>
    <w:rsid w:val="001F0F8D"/>
    <w:rsid w:val="001F4E39"/>
    <w:rsid w:val="00203563"/>
    <w:rsid w:val="00204CCF"/>
    <w:rsid w:val="00206C7C"/>
    <w:rsid w:val="00207636"/>
    <w:rsid w:val="00207B79"/>
    <w:rsid w:val="002122B9"/>
    <w:rsid w:val="0021427B"/>
    <w:rsid w:val="002176F2"/>
    <w:rsid w:val="0022087C"/>
    <w:rsid w:val="002211CE"/>
    <w:rsid w:val="00221C19"/>
    <w:rsid w:val="00221E6F"/>
    <w:rsid w:val="00225C5E"/>
    <w:rsid w:val="00231637"/>
    <w:rsid w:val="00232FBA"/>
    <w:rsid w:val="002378E4"/>
    <w:rsid w:val="002403F9"/>
    <w:rsid w:val="0024069F"/>
    <w:rsid w:val="0024228F"/>
    <w:rsid w:val="00243DCB"/>
    <w:rsid w:val="0025590E"/>
    <w:rsid w:val="0026756D"/>
    <w:rsid w:val="00270527"/>
    <w:rsid w:val="0027304F"/>
    <w:rsid w:val="00274BB0"/>
    <w:rsid w:val="00275A13"/>
    <w:rsid w:val="0027782E"/>
    <w:rsid w:val="002811C0"/>
    <w:rsid w:val="0028343A"/>
    <w:rsid w:val="00287544"/>
    <w:rsid w:val="002909BE"/>
    <w:rsid w:val="002916A7"/>
    <w:rsid w:val="002A2B4A"/>
    <w:rsid w:val="002A569F"/>
    <w:rsid w:val="002A68E4"/>
    <w:rsid w:val="002B4364"/>
    <w:rsid w:val="002B6538"/>
    <w:rsid w:val="002B766B"/>
    <w:rsid w:val="002C2B4C"/>
    <w:rsid w:val="002C2DDE"/>
    <w:rsid w:val="002C6CEE"/>
    <w:rsid w:val="002D0013"/>
    <w:rsid w:val="002D07E9"/>
    <w:rsid w:val="002D429A"/>
    <w:rsid w:val="002D5B20"/>
    <w:rsid w:val="002D5E34"/>
    <w:rsid w:val="002D5E61"/>
    <w:rsid w:val="002D71A8"/>
    <w:rsid w:val="002F11DB"/>
    <w:rsid w:val="002F2F6F"/>
    <w:rsid w:val="002F4E16"/>
    <w:rsid w:val="00303B05"/>
    <w:rsid w:val="00305C12"/>
    <w:rsid w:val="0030682A"/>
    <w:rsid w:val="00311832"/>
    <w:rsid w:val="00315AE3"/>
    <w:rsid w:val="003240E8"/>
    <w:rsid w:val="00332870"/>
    <w:rsid w:val="003338B3"/>
    <w:rsid w:val="00334C49"/>
    <w:rsid w:val="003351CE"/>
    <w:rsid w:val="0034154B"/>
    <w:rsid w:val="00342C54"/>
    <w:rsid w:val="00351289"/>
    <w:rsid w:val="00354848"/>
    <w:rsid w:val="0035488D"/>
    <w:rsid w:val="0035586D"/>
    <w:rsid w:val="003602ED"/>
    <w:rsid w:val="00362553"/>
    <w:rsid w:val="0036461B"/>
    <w:rsid w:val="00365FEE"/>
    <w:rsid w:val="00374C82"/>
    <w:rsid w:val="00374FDB"/>
    <w:rsid w:val="003760E8"/>
    <w:rsid w:val="00381F40"/>
    <w:rsid w:val="0038782C"/>
    <w:rsid w:val="0039283A"/>
    <w:rsid w:val="00393EDE"/>
    <w:rsid w:val="0039520C"/>
    <w:rsid w:val="003954E2"/>
    <w:rsid w:val="003A616D"/>
    <w:rsid w:val="003B100C"/>
    <w:rsid w:val="003B404E"/>
    <w:rsid w:val="003B59B8"/>
    <w:rsid w:val="003B6BCC"/>
    <w:rsid w:val="003D6A1F"/>
    <w:rsid w:val="003E143B"/>
    <w:rsid w:val="003E1A1F"/>
    <w:rsid w:val="003E1CB8"/>
    <w:rsid w:val="003E2598"/>
    <w:rsid w:val="003E46FA"/>
    <w:rsid w:val="003E4F6A"/>
    <w:rsid w:val="003E6519"/>
    <w:rsid w:val="003F315B"/>
    <w:rsid w:val="003F5DEC"/>
    <w:rsid w:val="003F6408"/>
    <w:rsid w:val="003F6AF8"/>
    <w:rsid w:val="004001C9"/>
    <w:rsid w:val="00400327"/>
    <w:rsid w:val="00400425"/>
    <w:rsid w:val="004013B6"/>
    <w:rsid w:val="00401EAB"/>
    <w:rsid w:val="004037EF"/>
    <w:rsid w:val="00404E1E"/>
    <w:rsid w:val="00405573"/>
    <w:rsid w:val="00406D59"/>
    <w:rsid w:val="00407AE8"/>
    <w:rsid w:val="0041037C"/>
    <w:rsid w:val="004106D5"/>
    <w:rsid w:val="0041134C"/>
    <w:rsid w:val="0041193A"/>
    <w:rsid w:val="00417054"/>
    <w:rsid w:val="004236FE"/>
    <w:rsid w:val="00424ED1"/>
    <w:rsid w:val="00426761"/>
    <w:rsid w:val="00431757"/>
    <w:rsid w:val="00444FB2"/>
    <w:rsid w:val="00447320"/>
    <w:rsid w:val="00450084"/>
    <w:rsid w:val="0045394F"/>
    <w:rsid w:val="0045562C"/>
    <w:rsid w:val="00456C11"/>
    <w:rsid w:val="00461BAF"/>
    <w:rsid w:val="0046327B"/>
    <w:rsid w:val="00463B2C"/>
    <w:rsid w:val="004677B1"/>
    <w:rsid w:val="00467C16"/>
    <w:rsid w:val="0047513C"/>
    <w:rsid w:val="004776C0"/>
    <w:rsid w:val="00477AC6"/>
    <w:rsid w:val="00480161"/>
    <w:rsid w:val="00481FA4"/>
    <w:rsid w:val="00482CF8"/>
    <w:rsid w:val="00482FAD"/>
    <w:rsid w:val="0048341C"/>
    <w:rsid w:val="00486445"/>
    <w:rsid w:val="004911F8"/>
    <w:rsid w:val="004920F9"/>
    <w:rsid w:val="004929DA"/>
    <w:rsid w:val="004943AC"/>
    <w:rsid w:val="004A3EA4"/>
    <w:rsid w:val="004A5EC2"/>
    <w:rsid w:val="004A6420"/>
    <w:rsid w:val="004A75BE"/>
    <w:rsid w:val="004A75E5"/>
    <w:rsid w:val="004B3FDC"/>
    <w:rsid w:val="004B40BA"/>
    <w:rsid w:val="004B44D5"/>
    <w:rsid w:val="004B53A1"/>
    <w:rsid w:val="004B6F7B"/>
    <w:rsid w:val="004C091B"/>
    <w:rsid w:val="004C3FDA"/>
    <w:rsid w:val="004C6ED7"/>
    <w:rsid w:val="004C7453"/>
    <w:rsid w:val="004C7D66"/>
    <w:rsid w:val="004D1990"/>
    <w:rsid w:val="004D1FC2"/>
    <w:rsid w:val="004D4A83"/>
    <w:rsid w:val="004D5B81"/>
    <w:rsid w:val="004D735E"/>
    <w:rsid w:val="004D7549"/>
    <w:rsid w:val="004E4339"/>
    <w:rsid w:val="004E6B3B"/>
    <w:rsid w:val="004E7DE8"/>
    <w:rsid w:val="004E7FBE"/>
    <w:rsid w:val="004F2ADC"/>
    <w:rsid w:val="004F43D1"/>
    <w:rsid w:val="004F712F"/>
    <w:rsid w:val="0050148C"/>
    <w:rsid w:val="0050797E"/>
    <w:rsid w:val="005120AC"/>
    <w:rsid w:val="00513003"/>
    <w:rsid w:val="00516F61"/>
    <w:rsid w:val="005203D6"/>
    <w:rsid w:val="00520DD7"/>
    <w:rsid w:val="005277DD"/>
    <w:rsid w:val="00530999"/>
    <w:rsid w:val="005326BE"/>
    <w:rsid w:val="00535CF8"/>
    <w:rsid w:val="00537D06"/>
    <w:rsid w:val="00543EE4"/>
    <w:rsid w:val="0054634D"/>
    <w:rsid w:val="00555E24"/>
    <w:rsid w:val="00563D79"/>
    <w:rsid w:val="005648A8"/>
    <w:rsid w:val="0056773A"/>
    <w:rsid w:val="00567A13"/>
    <w:rsid w:val="00572272"/>
    <w:rsid w:val="00572E53"/>
    <w:rsid w:val="005759A5"/>
    <w:rsid w:val="00575DD8"/>
    <w:rsid w:val="005821AC"/>
    <w:rsid w:val="00590C99"/>
    <w:rsid w:val="00591D43"/>
    <w:rsid w:val="0059323A"/>
    <w:rsid w:val="005941FC"/>
    <w:rsid w:val="00595428"/>
    <w:rsid w:val="0059661F"/>
    <w:rsid w:val="00597CCF"/>
    <w:rsid w:val="005A2759"/>
    <w:rsid w:val="005A5ABC"/>
    <w:rsid w:val="005A64D4"/>
    <w:rsid w:val="005A6E6E"/>
    <w:rsid w:val="005B07EC"/>
    <w:rsid w:val="005B1082"/>
    <w:rsid w:val="005B491D"/>
    <w:rsid w:val="005B6308"/>
    <w:rsid w:val="005C0D0F"/>
    <w:rsid w:val="005C394E"/>
    <w:rsid w:val="005C3DA7"/>
    <w:rsid w:val="005D279D"/>
    <w:rsid w:val="005D2AC0"/>
    <w:rsid w:val="005D5FCD"/>
    <w:rsid w:val="005E0088"/>
    <w:rsid w:val="005E528F"/>
    <w:rsid w:val="005E543B"/>
    <w:rsid w:val="005E5BE3"/>
    <w:rsid w:val="005F1C10"/>
    <w:rsid w:val="005F4206"/>
    <w:rsid w:val="005F5B3B"/>
    <w:rsid w:val="005F5FBC"/>
    <w:rsid w:val="0060050B"/>
    <w:rsid w:val="006009D4"/>
    <w:rsid w:val="006075F1"/>
    <w:rsid w:val="00610B6C"/>
    <w:rsid w:val="00611A0A"/>
    <w:rsid w:val="00612B9F"/>
    <w:rsid w:val="00621B96"/>
    <w:rsid w:val="00622AC4"/>
    <w:rsid w:val="00630D22"/>
    <w:rsid w:val="00634009"/>
    <w:rsid w:val="00636E19"/>
    <w:rsid w:val="00650590"/>
    <w:rsid w:val="006518C9"/>
    <w:rsid w:val="00655090"/>
    <w:rsid w:val="0065706F"/>
    <w:rsid w:val="0065771B"/>
    <w:rsid w:val="00657B88"/>
    <w:rsid w:val="00657CC5"/>
    <w:rsid w:val="006606A9"/>
    <w:rsid w:val="006641F5"/>
    <w:rsid w:val="00665EB3"/>
    <w:rsid w:val="006671CE"/>
    <w:rsid w:val="0067490E"/>
    <w:rsid w:val="00675985"/>
    <w:rsid w:val="00682ECE"/>
    <w:rsid w:val="0068408A"/>
    <w:rsid w:val="00685137"/>
    <w:rsid w:val="00685809"/>
    <w:rsid w:val="00685C09"/>
    <w:rsid w:val="00691A5F"/>
    <w:rsid w:val="0069370A"/>
    <w:rsid w:val="00693B41"/>
    <w:rsid w:val="00696D99"/>
    <w:rsid w:val="006A01D0"/>
    <w:rsid w:val="006A3ABA"/>
    <w:rsid w:val="006A4EB4"/>
    <w:rsid w:val="006A5358"/>
    <w:rsid w:val="006A608C"/>
    <w:rsid w:val="006B1A0B"/>
    <w:rsid w:val="006B1A89"/>
    <w:rsid w:val="006B47B6"/>
    <w:rsid w:val="006B51C6"/>
    <w:rsid w:val="006B5D24"/>
    <w:rsid w:val="006B6CAA"/>
    <w:rsid w:val="006B74FA"/>
    <w:rsid w:val="006C01CE"/>
    <w:rsid w:val="006C5CD9"/>
    <w:rsid w:val="006D349A"/>
    <w:rsid w:val="006D3E7D"/>
    <w:rsid w:val="006D4F15"/>
    <w:rsid w:val="006D5D36"/>
    <w:rsid w:val="006D6059"/>
    <w:rsid w:val="006E3B74"/>
    <w:rsid w:val="006E5951"/>
    <w:rsid w:val="006E5E17"/>
    <w:rsid w:val="006F1019"/>
    <w:rsid w:val="00700C7B"/>
    <w:rsid w:val="007031C6"/>
    <w:rsid w:val="00703BD0"/>
    <w:rsid w:val="007048B0"/>
    <w:rsid w:val="0070520A"/>
    <w:rsid w:val="007124C6"/>
    <w:rsid w:val="00713837"/>
    <w:rsid w:val="0071437C"/>
    <w:rsid w:val="007143F0"/>
    <w:rsid w:val="007150BC"/>
    <w:rsid w:val="0071793C"/>
    <w:rsid w:val="00717C9B"/>
    <w:rsid w:val="00720079"/>
    <w:rsid w:val="00722C18"/>
    <w:rsid w:val="0072308A"/>
    <w:rsid w:val="00727196"/>
    <w:rsid w:val="0072772D"/>
    <w:rsid w:val="00730462"/>
    <w:rsid w:val="00731D95"/>
    <w:rsid w:val="00733A8E"/>
    <w:rsid w:val="00734B4D"/>
    <w:rsid w:val="00742FBF"/>
    <w:rsid w:val="0074431C"/>
    <w:rsid w:val="007448C0"/>
    <w:rsid w:val="00745B3E"/>
    <w:rsid w:val="00751290"/>
    <w:rsid w:val="0075387D"/>
    <w:rsid w:val="00755C48"/>
    <w:rsid w:val="007626CF"/>
    <w:rsid w:val="00771BDE"/>
    <w:rsid w:val="007739FF"/>
    <w:rsid w:val="00782DDC"/>
    <w:rsid w:val="00784D7F"/>
    <w:rsid w:val="00785B70"/>
    <w:rsid w:val="00786257"/>
    <w:rsid w:val="0078777A"/>
    <w:rsid w:val="00791AD2"/>
    <w:rsid w:val="0079351C"/>
    <w:rsid w:val="00793E41"/>
    <w:rsid w:val="007A335E"/>
    <w:rsid w:val="007A53AE"/>
    <w:rsid w:val="007A5790"/>
    <w:rsid w:val="007A62E5"/>
    <w:rsid w:val="007B0082"/>
    <w:rsid w:val="007B10AF"/>
    <w:rsid w:val="007B4ACF"/>
    <w:rsid w:val="007B5333"/>
    <w:rsid w:val="007C08D8"/>
    <w:rsid w:val="007C17D6"/>
    <w:rsid w:val="007C2A12"/>
    <w:rsid w:val="007C2E96"/>
    <w:rsid w:val="007C484A"/>
    <w:rsid w:val="007C4859"/>
    <w:rsid w:val="007C4A28"/>
    <w:rsid w:val="007D2041"/>
    <w:rsid w:val="007D28DB"/>
    <w:rsid w:val="007D36EA"/>
    <w:rsid w:val="007D4881"/>
    <w:rsid w:val="007E2497"/>
    <w:rsid w:val="007E30EF"/>
    <w:rsid w:val="007E3501"/>
    <w:rsid w:val="007E4885"/>
    <w:rsid w:val="007E6A89"/>
    <w:rsid w:val="007E6B4A"/>
    <w:rsid w:val="007F5990"/>
    <w:rsid w:val="007F5FF9"/>
    <w:rsid w:val="00801A89"/>
    <w:rsid w:val="00801F0C"/>
    <w:rsid w:val="008023B0"/>
    <w:rsid w:val="0080783B"/>
    <w:rsid w:val="00810F98"/>
    <w:rsid w:val="00813137"/>
    <w:rsid w:val="00815BF9"/>
    <w:rsid w:val="008223D1"/>
    <w:rsid w:val="00827C4B"/>
    <w:rsid w:val="0083151A"/>
    <w:rsid w:val="00834DE2"/>
    <w:rsid w:val="008359F8"/>
    <w:rsid w:val="00851843"/>
    <w:rsid w:val="00852E5E"/>
    <w:rsid w:val="0085365F"/>
    <w:rsid w:val="0085670B"/>
    <w:rsid w:val="00866A19"/>
    <w:rsid w:val="008674E4"/>
    <w:rsid w:val="008707E8"/>
    <w:rsid w:val="00871F6B"/>
    <w:rsid w:val="00874F7B"/>
    <w:rsid w:val="00875A5C"/>
    <w:rsid w:val="00882E5E"/>
    <w:rsid w:val="008909E2"/>
    <w:rsid w:val="00892E4F"/>
    <w:rsid w:val="008937EA"/>
    <w:rsid w:val="00893E14"/>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6DF"/>
    <w:rsid w:val="008C149D"/>
    <w:rsid w:val="008C374A"/>
    <w:rsid w:val="008C40D9"/>
    <w:rsid w:val="008C416B"/>
    <w:rsid w:val="008C49C0"/>
    <w:rsid w:val="008C5654"/>
    <w:rsid w:val="008C621A"/>
    <w:rsid w:val="008C6E0C"/>
    <w:rsid w:val="008D2B5C"/>
    <w:rsid w:val="008D397A"/>
    <w:rsid w:val="008D445D"/>
    <w:rsid w:val="008D592C"/>
    <w:rsid w:val="008D594F"/>
    <w:rsid w:val="008D5FEF"/>
    <w:rsid w:val="008E37B6"/>
    <w:rsid w:val="008E4C71"/>
    <w:rsid w:val="008F0959"/>
    <w:rsid w:val="008F12BD"/>
    <w:rsid w:val="008F5DDF"/>
    <w:rsid w:val="008F6053"/>
    <w:rsid w:val="009056CA"/>
    <w:rsid w:val="00906A35"/>
    <w:rsid w:val="00921352"/>
    <w:rsid w:val="00922B14"/>
    <w:rsid w:val="00925849"/>
    <w:rsid w:val="009330AA"/>
    <w:rsid w:val="00934FF8"/>
    <w:rsid w:val="00935C34"/>
    <w:rsid w:val="009475B3"/>
    <w:rsid w:val="00947AA6"/>
    <w:rsid w:val="0095297A"/>
    <w:rsid w:val="00955FC3"/>
    <w:rsid w:val="009568DE"/>
    <w:rsid w:val="00962DA2"/>
    <w:rsid w:val="00964EDB"/>
    <w:rsid w:val="00977B90"/>
    <w:rsid w:val="009813E1"/>
    <w:rsid w:val="00991C8D"/>
    <w:rsid w:val="00993C15"/>
    <w:rsid w:val="00996D56"/>
    <w:rsid w:val="009A1736"/>
    <w:rsid w:val="009A36B5"/>
    <w:rsid w:val="009A5282"/>
    <w:rsid w:val="009B0E0F"/>
    <w:rsid w:val="009B3358"/>
    <w:rsid w:val="009B596C"/>
    <w:rsid w:val="009B7477"/>
    <w:rsid w:val="009C03E3"/>
    <w:rsid w:val="009C0C20"/>
    <w:rsid w:val="009C2996"/>
    <w:rsid w:val="009C54D0"/>
    <w:rsid w:val="009C5CE6"/>
    <w:rsid w:val="009D2F1B"/>
    <w:rsid w:val="009D4618"/>
    <w:rsid w:val="009E0312"/>
    <w:rsid w:val="009E47D9"/>
    <w:rsid w:val="009E6A9E"/>
    <w:rsid w:val="009E7B3B"/>
    <w:rsid w:val="009F20CF"/>
    <w:rsid w:val="009F5D86"/>
    <w:rsid w:val="009F6EC8"/>
    <w:rsid w:val="00A026D7"/>
    <w:rsid w:val="00A06BF0"/>
    <w:rsid w:val="00A14A0C"/>
    <w:rsid w:val="00A15926"/>
    <w:rsid w:val="00A17E7F"/>
    <w:rsid w:val="00A20F70"/>
    <w:rsid w:val="00A245DD"/>
    <w:rsid w:val="00A258F5"/>
    <w:rsid w:val="00A40FD3"/>
    <w:rsid w:val="00A41554"/>
    <w:rsid w:val="00A41A76"/>
    <w:rsid w:val="00A4503E"/>
    <w:rsid w:val="00A50D0D"/>
    <w:rsid w:val="00A51C53"/>
    <w:rsid w:val="00A52F7C"/>
    <w:rsid w:val="00A549AB"/>
    <w:rsid w:val="00A71391"/>
    <w:rsid w:val="00A722F2"/>
    <w:rsid w:val="00A8501E"/>
    <w:rsid w:val="00A969B2"/>
    <w:rsid w:val="00A96E25"/>
    <w:rsid w:val="00AA3228"/>
    <w:rsid w:val="00AA520B"/>
    <w:rsid w:val="00AA566F"/>
    <w:rsid w:val="00AB1712"/>
    <w:rsid w:val="00AB33C5"/>
    <w:rsid w:val="00AB7E1B"/>
    <w:rsid w:val="00AC12EA"/>
    <w:rsid w:val="00AC2780"/>
    <w:rsid w:val="00AC5865"/>
    <w:rsid w:val="00AC661A"/>
    <w:rsid w:val="00AD414F"/>
    <w:rsid w:val="00AE2E08"/>
    <w:rsid w:val="00AE6945"/>
    <w:rsid w:val="00AF03BD"/>
    <w:rsid w:val="00AF3789"/>
    <w:rsid w:val="00AF3FF5"/>
    <w:rsid w:val="00AF4040"/>
    <w:rsid w:val="00AF43A4"/>
    <w:rsid w:val="00AF52E1"/>
    <w:rsid w:val="00B024FE"/>
    <w:rsid w:val="00B03573"/>
    <w:rsid w:val="00B03B76"/>
    <w:rsid w:val="00B06CF2"/>
    <w:rsid w:val="00B132B1"/>
    <w:rsid w:val="00B22011"/>
    <w:rsid w:val="00B238F1"/>
    <w:rsid w:val="00B30AA6"/>
    <w:rsid w:val="00B36EA7"/>
    <w:rsid w:val="00B406FE"/>
    <w:rsid w:val="00B44A37"/>
    <w:rsid w:val="00B4524F"/>
    <w:rsid w:val="00B458FA"/>
    <w:rsid w:val="00B50B68"/>
    <w:rsid w:val="00B52AC9"/>
    <w:rsid w:val="00B5407E"/>
    <w:rsid w:val="00B652A2"/>
    <w:rsid w:val="00B660CD"/>
    <w:rsid w:val="00B7341B"/>
    <w:rsid w:val="00B7560D"/>
    <w:rsid w:val="00B77255"/>
    <w:rsid w:val="00B830F1"/>
    <w:rsid w:val="00B84557"/>
    <w:rsid w:val="00B939D2"/>
    <w:rsid w:val="00B93D12"/>
    <w:rsid w:val="00B9424A"/>
    <w:rsid w:val="00BA0DF1"/>
    <w:rsid w:val="00BA54E5"/>
    <w:rsid w:val="00BB0C32"/>
    <w:rsid w:val="00BB1DF9"/>
    <w:rsid w:val="00BB29BD"/>
    <w:rsid w:val="00BB302E"/>
    <w:rsid w:val="00BC0947"/>
    <w:rsid w:val="00BC4F8C"/>
    <w:rsid w:val="00BC5D53"/>
    <w:rsid w:val="00BC7EC4"/>
    <w:rsid w:val="00BD4958"/>
    <w:rsid w:val="00BD4ABD"/>
    <w:rsid w:val="00BD5DDC"/>
    <w:rsid w:val="00BD76A4"/>
    <w:rsid w:val="00BD77F5"/>
    <w:rsid w:val="00BE45A3"/>
    <w:rsid w:val="00BF106A"/>
    <w:rsid w:val="00BF2D7E"/>
    <w:rsid w:val="00BF6AF0"/>
    <w:rsid w:val="00C01CB4"/>
    <w:rsid w:val="00C01FA4"/>
    <w:rsid w:val="00C02790"/>
    <w:rsid w:val="00C03DCB"/>
    <w:rsid w:val="00C0638B"/>
    <w:rsid w:val="00C06693"/>
    <w:rsid w:val="00C11F5B"/>
    <w:rsid w:val="00C15DFE"/>
    <w:rsid w:val="00C15FED"/>
    <w:rsid w:val="00C201B7"/>
    <w:rsid w:val="00C20BE1"/>
    <w:rsid w:val="00C2107F"/>
    <w:rsid w:val="00C219BC"/>
    <w:rsid w:val="00C248C0"/>
    <w:rsid w:val="00C24B92"/>
    <w:rsid w:val="00C24CF4"/>
    <w:rsid w:val="00C24D76"/>
    <w:rsid w:val="00C24E58"/>
    <w:rsid w:val="00C31E71"/>
    <w:rsid w:val="00C37712"/>
    <w:rsid w:val="00C40E0A"/>
    <w:rsid w:val="00C4690A"/>
    <w:rsid w:val="00C46E05"/>
    <w:rsid w:val="00C51523"/>
    <w:rsid w:val="00C5234E"/>
    <w:rsid w:val="00C55CC7"/>
    <w:rsid w:val="00C55F77"/>
    <w:rsid w:val="00C6015B"/>
    <w:rsid w:val="00C66F96"/>
    <w:rsid w:val="00C73EEA"/>
    <w:rsid w:val="00C75166"/>
    <w:rsid w:val="00C8003B"/>
    <w:rsid w:val="00C81D0D"/>
    <w:rsid w:val="00C8579B"/>
    <w:rsid w:val="00C91016"/>
    <w:rsid w:val="00C93FEB"/>
    <w:rsid w:val="00CA5031"/>
    <w:rsid w:val="00CB00DC"/>
    <w:rsid w:val="00CB19F6"/>
    <w:rsid w:val="00CB3CDF"/>
    <w:rsid w:val="00CB5126"/>
    <w:rsid w:val="00CB5339"/>
    <w:rsid w:val="00CB7A24"/>
    <w:rsid w:val="00CC146D"/>
    <w:rsid w:val="00CC1C38"/>
    <w:rsid w:val="00CC277B"/>
    <w:rsid w:val="00CC6242"/>
    <w:rsid w:val="00CD64CB"/>
    <w:rsid w:val="00CE2925"/>
    <w:rsid w:val="00CE39EE"/>
    <w:rsid w:val="00CF5AF1"/>
    <w:rsid w:val="00CF6418"/>
    <w:rsid w:val="00D000AA"/>
    <w:rsid w:val="00D0714C"/>
    <w:rsid w:val="00D113E3"/>
    <w:rsid w:val="00D127E3"/>
    <w:rsid w:val="00D15029"/>
    <w:rsid w:val="00D20F07"/>
    <w:rsid w:val="00D365D8"/>
    <w:rsid w:val="00D37AB0"/>
    <w:rsid w:val="00D4103B"/>
    <w:rsid w:val="00D4309E"/>
    <w:rsid w:val="00D43A9E"/>
    <w:rsid w:val="00D461DA"/>
    <w:rsid w:val="00D46C10"/>
    <w:rsid w:val="00D5092A"/>
    <w:rsid w:val="00D50E51"/>
    <w:rsid w:val="00D51288"/>
    <w:rsid w:val="00D56CE7"/>
    <w:rsid w:val="00D57EF7"/>
    <w:rsid w:val="00D642AC"/>
    <w:rsid w:val="00D65318"/>
    <w:rsid w:val="00D7176A"/>
    <w:rsid w:val="00D814A2"/>
    <w:rsid w:val="00D82246"/>
    <w:rsid w:val="00D869C8"/>
    <w:rsid w:val="00D87D5F"/>
    <w:rsid w:val="00DA36F3"/>
    <w:rsid w:val="00DA5778"/>
    <w:rsid w:val="00DA68DA"/>
    <w:rsid w:val="00DB08C2"/>
    <w:rsid w:val="00DB1CFF"/>
    <w:rsid w:val="00DB36C0"/>
    <w:rsid w:val="00DB3EBE"/>
    <w:rsid w:val="00DB3ECA"/>
    <w:rsid w:val="00DB4124"/>
    <w:rsid w:val="00DB459F"/>
    <w:rsid w:val="00DC1750"/>
    <w:rsid w:val="00DC55B6"/>
    <w:rsid w:val="00DC6426"/>
    <w:rsid w:val="00DC7319"/>
    <w:rsid w:val="00DD0B55"/>
    <w:rsid w:val="00DD17CE"/>
    <w:rsid w:val="00DD3920"/>
    <w:rsid w:val="00DD4DA9"/>
    <w:rsid w:val="00DD54A5"/>
    <w:rsid w:val="00DD684E"/>
    <w:rsid w:val="00DE50B0"/>
    <w:rsid w:val="00DE6B2F"/>
    <w:rsid w:val="00DF23F6"/>
    <w:rsid w:val="00DF2F60"/>
    <w:rsid w:val="00DF4612"/>
    <w:rsid w:val="00DF78D1"/>
    <w:rsid w:val="00DF7919"/>
    <w:rsid w:val="00E05D0A"/>
    <w:rsid w:val="00E07613"/>
    <w:rsid w:val="00E16951"/>
    <w:rsid w:val="00E23D46"/>
    <w:rsid w:val="00E243EA"/>
    <w:rsid w:val="00E2523B"/>
    <w:rsid w:val="00E26812"/>
    <w:rsid w:val="00E31A27"/>
    <w:rsid w:val="00E3490A"/>
    <w:rsid w:val="00E4020A"/>
    <w:rsid w:val="00E41553"/>
    <w:rsid w:val="00E43A1A"/>
    <w:rsid w:val="00E458EF"/>
    <w:rsid w:val="00E55CD5"/>
    <w:rsid w:val="00E55FC2"/>
    <w:rsid w:val="00E56B89"/>
    <w:rsid w:val="00E56D52"/>
    <w:rsid w:val="00E574DD"/>
    <w:rsid w:val="00E57CF2"/>
    <w:rsid w:val="00E60210"/>
    <w:rsid w:val="00E606A5"/>
    <w:rsid w:val="00E60701"/>
    <w:rsid w:val="00E60791"/>
    <w:rsid w:val="00E65269"/>
    <w:rsid w:val="00E66699"/>
    <w:rsid w:val="00E72297"/>
    <w:rsid w:val="00E72BF5"/>
    <w:rsid w:val="00E73C30"/>
    <w:rsid w:val="00E767C3"/>
    <w:rsid w:val="00E83FC2"/>
    <w:rsid w:val="00E856F2"/>
    <w:rsid w:val="00E874A5"/>
    <w:rsid w:val="00E921B0"/>
    <w:rsid w:val="00E977D1"/>
    <w:rsid w:val="00EA286E"/>
    <w:rsid w:val="00EA6795"/>
    <w:rsid w:val="00EB2FBC"/>
    <w:rsid w:val="00EB3813"/>
    <w:rsid w:val="00EB77A9"/>
    <w:rsid w:val="00EB7D61"/>
    <w:rsid w:val="00EC3A5A"/>
    <w:rsid w:val="00EC3BD8"/>
    <w:rsid w:val="00EC463D"/>
    <w:rsid w:val="00EC68F1"/>
    <w:rsid w:val="00EC6904"/>
    <w:rsid w:val="00EC6CAD"/>
    <w:rsid w:val="00EC7445"/>
    <w:rsid w:val="00ED16E1"/>
    <w:rsid w:val="00ED22D1"/>
    <w:rsid w:val="00EE10CF"/>
    <w:rsid w:val="00EE139C"/>
    <w:rsid w:val="00EE2849"/>
    <w:rsid w:val="00EE51A3"/>
    <w:rsid w:val="00EF0CF9"/>
    <w:rsid w:val="00EF1BA8"/>
    <w:rsid w:val="00EF3556"/>
    <w:rsid w:val="00EF69A1"/>
    <w:rsid w:val="00EF6C48"/>
    <w:rsid w:val="00F02398"/>
    <w:rsid w:val="00F02A16"/>
    <w:rsid w:val="00F034B4"/>
    <w:rsid w:val="00F0661C"/>
    <w:rsid w:val="00F120CA"/>
    <w:rsid w:val="00F1550B"/>
    <w:rsid w:val="00F16969"/>
    <w:rsid w:val="00F22B6C"/>
    <w:rsid w:val="00F2324B"/>
    <w:rsid w:val="00F256D3"/>
    <w:rsid w:val="00F276F4"/>
    <w:rsid w:val="00F308AA"/>
    <w:rsid w:val="00F31C10"/>
    <w:rsid w:val="00F339C2"/>
    <w:rsid w:val="00F345A0"/>
    <w:rsid w:val="00F36135"/>
    <w:rsid w:val="00F40EF4"/>
    <w:rsid w:val="00F417CC"/>
    <w:rsid w:val="00F44E81"/>
    <w:rsid w:val="00F4514A"/>
    <w:rsid w:val="00F46C12"/>
    <w:rsid w:val="00F47016"/>
    <w:rsid w:val="00F6243E"/>
    <w:rsid w:val="00F6349A"/>
    <w:rsid w:val="00F7365E"/>
    <w:rsid w:val="00F75DC0"/>
    <w:rsid w:val="00F800C7"/>
    <w:rsid w:val="00F8151B"/>
    <w:rsid w:val="00F81DB8"/>
    <w:rsid w:val="00F84324"/>
    <w:rsid w:val="00F85233"/>
    <w:rsid w:val="00F86DE1"/>
    <w:rsid w:val="00F87881"/>
    <w:rsid w:val="00F933A2"/>
    <w:rsid w:val="00F94023"/>
    <w:rsid w:val="00F97312"/>
    <w:rsid w:val="00FA0C1F"/>
    <w:rsid w:val="00FA22A5"/>
    <w:rsid w:val="00FA2FBC"/>
    <w:rsid w:val="00FB259D"/>
    <w:rsid w:val="00FB280F"/>
    <w:rsid w:val="00FB2BFC"/>
    <w:rsid w:val="00FC5324"/>
    <w:rsid w:val="00FC77F8"/>
    <w:rsid w:val="00FD171A"/>
    <w:rsid w:val="00FD37E4"/>
    <w:rsid w:val="00FE152D"/>
    <w:rsid w:val="00FE2670"/>
    <w:rsid w:val="00FE72BA"/>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8" ma:contentTypeDescription="Create a new document." ma:contentTypeScope="" ma:versionID="ca62bb97aeb73bad82e0f8f22295bd6e">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a2eea5cfd9fc896241944df411098b10"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A2122-F7AC-43E1-92E3-8AEEDEA0FD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43B87B2F-F3D1-402D-A6EC-D55F3239FB10}">
  <ds:schemaRefs>
    <ds:schemaRef ds:uri="http://purl.org/dc/elements/1.1/"/>
    <ds:schemaRef ds:uri="http://schemas.microsoft.com/office/2006/documentManagement/types"/>
    <ds:schemaRef ds:uri="beb2c530-3512-43f5-bc1a-9f450737f04e"/>
    <ds:schemaRef ds:uri="http://purl.org/dc/terms/"/>
    <ds:schemaRef ds:uri="http://schemas.openxmlformats.org/package/2006/metadata/core-properties"/>
    <ds:schemaRef ds:uri="http://purl.org/dc/dcmitype/"/>
    <ds:schemaRef ds:uri="http://schemas.microsoft.com/office/infopath/2007/PartnerControls"/>
    <ds:schemaRef ds:uri="aca20cd1-a23b-493b-9275-36e0ba1aab45"/>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47478AA8-4A9F-CC4C-A54B-D1AA04698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2</Pages>
  <Words>684</Words>
  <Characters>4313</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4988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Michaela Lang</cp:lastModifiedBy>
  <cp:revision>9</cp:revision>
  <cp:lastPrinted>2018-12-06T14:36:00Z</cp:lastPrinted>
  <dcterms:created xsi:type="dcterms:W3CDTF">2020-01-09T09:14:00Z</dcterms:created>
  <dcterms:modified xsi:type="dcterms:W3CDTF">2020-01-13T12:44:00Z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